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568C5472" w14:textId="77777777" w:rsidR="00826B7B" w:rsidRDefault="00826B7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52849FF" w14:textId="6F1A5965" w:rsidR="00AD0C7B" w:rsidRPr="006C2343" w:rsidRDefault="005575E1" w:rsidP="00EB46E5">
      <w:pPr>
        <w:pStyle w:val="Titul2"/>
      </w:pPr>
      <w:r w:rsidRPr="005575E1">
        <w:t>Rekonstrukce nástupiště na zastávce Ledečky</w:t>
      </w:r>
    </w:p>
    <w:p w14:paraId="45AB7781" w14:textId="32EA4E58" w:rsidR="00F46EA7" w:rsidRDefault="00F46EA7" w:rsidP="00F46EA7">
      <w:pPr>
        <w:pStyle w:val="Text1-1"/>
        <w:numPr>
          <w:ilvl w:val="0"/>
          <w:numId w:val="0"/>
        </w:numPr>
        <w:tabs>
          <w:tab w:val="left" w:pos="708"/>
        </w:tabs>
        <w:ind w:left="737" w:hanging="737"/>
      </w:pPr>
      <w:r>
        <w:t xml:space="preserve">Č.j. </w:t>
      </w:r>
      <w:r w:rsidR="005575E1" w:rsidRPr="005575E1">
        <w:t>15181/2021-SŽ-SSV-Ú3</w:t>
      </w:r>
    </w:p>
    <w:p w14:paraId="5E146EB9" w14:textId="46A0DB1B" w:rsidR="00826B7B" w:rsidRDefault="00826B7B" w:rsidP="006C2343">
      <w:pPr>
        <w:pStyle w:val="Titul2"/>
      </w:pPr>
    </w:p>
    <w:p w14:paraId="24027F4A" w14:textId="77777777" w:rsidR="00E50858" w:rsidRPr="006C2343" w:rsidRDefault="00E50858" w:rsidP="006C2343">
      <w:pPr>
        <w:pStyle w:val="Titul2"/>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0C870455" w14:textId="7A42261F" w:rsidR="00DF0B72"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92191444" w:history="1">
        <w:r w:rsidR="00DF0B72" w:rsidRPr="005C1702">
          <w:rPr>
            <w:rStyle w:val="Hypertextovodkaz"/>
          </w:rPr>
          <w:t>1.</w:t>
        </w:r>
        <w:r w:rsidR="00DF0B72">
          <w:rPr>
            <w:rFonts w:eastAsiaTheme="minorEastAsia"/>
            <w:caps w:val="0"/>
            <w:noProof/>
            <w:sz w:val="22"/>
            <w:szCs w:val="22"/>
            <w:lang w:eastAsia="cs-CZ"/>
          </w:rPr>
          <w:tab/>
        </w:r>
        <w:r w:rsidR="00DF0B72" w:rsidRPr="005C1702">
          <w:rPr>
            <w:rStyle w:val="Hypertextovodkaz"/>
          </w:rPr>
          <w:t>ÚVODNÍ USTANOVENÍ</w:t>
        </w:r>
        <w:r w:rsidR="00DF0B72">
          <w:rPr>
            <w:noProof/>
            <w:webHidden/>
          </w:rPr>
          <w:tab/>
        </w:r>
        <w:r w:rsidR="00DF0B72">
          <w:rPr>
            <w:noProof/>
            <w:webHidden/>
          </w:rPr>
          <w:fldChar w:fldCharType="begin"/>
        </w:r>
        <w:r w:rsidR="00DF0B72">
          <w:rPr>
            <w:noProof/>
            <w:webHidden/>
          </w:rPr>
          <w:instrText xml:space="preserve"> PAGEREF _Toc92191444 \h </w:instrText>
        </w:r>
        <w:r w:rsidR="00DF0B72">
          <w:rPr>
            <w:noProof/>
            <w:webHidden/>
          </w:rPr>
        </w:r>
        <w:r w:rsidR="00DF0B72">
          <w:rPr>
            <w:noProof/>
            <w:webHidden/>
          </w:rPr>
          <w:fldChar w:fldCharType="separate"/>
        </w:r>
        <w:r w:rsidR="001C3098">
          <w:rPr>
            <w:noProof/>
            <w:webHidden/>
          </w:rPr>
          <w:t>3</w:t>
        </w:r>
        <w:r w:rsidR="00DF0B72">
          <w:rPr>
            <w:noProof/>
            <w:webHidden/>
          </w:rPr>
          <w:fldChar w:fldCharType="end"/>
        </w:r>
      </w:hyperlink>
    </w:p>
    <w:p w14:paraId="32BDD8E4" w14:textId="558D9E08" w:rsidR="00DF0B72" w:rsidRDefault="00822B63">
      <w:pPr>
        <w:pStyle w:val="Obsah1"/>
        <w:rPr>
          <w:rFonts w:eastAsiaTheme="minorEastAsia"/>
          <w:caps w:val="0"/>
          <w:noProof/>
          <w:sz w:val="22"/>
          <w:szCs w:val="22"/>
          <w:lang w:eastAsia="cs-CZ"/>
        </w:rPr>
      </w:pPr>
      <w:hyperlink w:anchor="_Toc92191445" w:history="1">
        <w:r w:rsidR="00DF0B72" w:rsidRPr="005C1702">
          <w:rPr>
            <w:rStyle w:val="Hypertextovodkaz"/>
          </w:rPr>
          <w:t>2.</w:t>
        </w:r>
        <w:r w:rsidR="00DF0B72">
          <w:rPr>
            <w:rFonts w:eastAsiaTheme="minorEastAsia"/>
            <w:caps w:val="0"/>
            <w:noProof/>
            <w:sz w:val="22"/>
            <w:szCs w:val="22"/>
            <w:lang w:eastAsia="cs-CZ"/>
          </w:rPr>
          <w:tab/>
        </w:r>
        <w:r w:rsidR="00DF0B72" w:rsidRPr="005C1702">
          <w:rPr>
            <w:rStyle w:val="Hypertextovodkaz"/>
          </w:rPr>
          <w:t>IDENTIFIKAČNÍ ÚDAJE ZADAVATELE</w:t>
        </w:r>
        <w:r w:rsidR="00DF0B72">
          <w:rPr>
            <w:noProof/>
            <w:webHidden/>
          </w:rPr>
          <w:tab/>
        </w:r>
        <w:r w:rsidR="00DF0B72">
          <w:rPr>
            <w:noProof/>
            <w:webHidden/>
          </w:rPr>
          <w:fldChar w:fldCharType="begin"/>
        </w:r>
        <w:r w:rsidR="00DF0B72">
          <w:rPr>
            <w:noProof/>
            <w:webHidden/>
          </w:rPr>
          <w:instrText xml:space="preserve"> PAGEREF _Toc92191445 \h </w:instrText>
        </w:r>
        <w:r w:rsidR="00DF0B72">
          <w:rPr>
            <w:noProof/>
            <w:webHidden/>
          </w:rPr>
        </w:r>
        <w:r w:rsidR="00DF0B72">
          <w:rPr>
            <w:noProof/>
            <w:webHidden/>
          </w:rPr>
          <w:fldChar w:fldCharType="separate"/>
        </w:r>
        <w:r w:rsidR="001C3098">
          <w:rPr>
            <w:noProof/>
            <w:webHidden/>
          </w:rPr>
          <w:t>3</w:t>
        </w:r>
        <w:r w:rsidR="00DF0B72">
          <w:rPr>
            <w:noProof/>
            <w:webHidden/>
          </w:rPr>
          <w:fldChar w:fldCharType="end"/>
        </w:r>
      </w:hyperlink>
    </w:p>
    <w:p w14:paraId="38367C85" w14:textId="6585D8BD" w:rsidR="00DF0B72" w:rsidRDefault="00822B63">
      <w:pPr>
        <w:pStyle w:val="Obsah1"/>
        <w:rPr>
          <w:rFonts w:eastAsiaTheme="minorEastAsia"/>
          <w:caps w:val="0"/>
          <w:noProof/>
          <w:sz w:val="22"/>
          <w:szCs w:val="22"/>
          <w:lang w:eastAsia="cs-CZ"/>
        </w:rPr>
      </w:pPr>
      <w:hyperlink w:anchor="_Toc92191446" w:history="1">
        <w:r w:rsidR="00DF0B72" w:rsidRPr="005C1702">
          <w:rPr>
            <w:rStyle w:val="Hypertextovodkaz"/>
          </w:rPr>
          <w:t>3.</w:t>
        </w:r>
        <w:r w:rsidR="00DF0B72">
          <w:rPr>
            <w:rFonts w:eastAsiaTheme="minorEastAsia"/>
            <w:caps w:val="0"/>
            <w:noProof/>
            <w:sz w:val="22"/>
            <w:szCs w:val="22"/>
            <w:lang w:eastAsia="cs-CZ"/>
          </w:rPr>
          <w:tab/>
        </w:r>
        <w:r w:rsidR="00DF0B72" w:rsidRPr="005C1702">
          <w:rPr>
            <w:rStyle w:val="Hypertextovodkaz"/>
          </w:rPr>
          <w:t>KOMUNIKACE MEZI ZADAVATELEM a DODAVATELEM</w:t>
        </w:r>
        <w:r w:rsidR="00DF0B72">
          <w:rPr>
            <w:noProof/>
            <w:webHidden/>
          </w:rPr>
          <w:tab/>
        </w:r>
        <w:r w:rsidR="00DF0B72">
          <w:rPr>
            <w:noProof/>
            <w:webHidden/>
          </w:rPr>
          <w:fldChar w:fldCharType="begin"/>
        </w:r>
        <w:r w:rsidR="00DF0B72">
          <w:rPr>
            <w:noProof/>
            <w:webHidden/>
          </w:rPr>
          <w:instrText xml:space="preserve"> PAGEREF _Toc92191446 \h </w:instrText>
        </w:r>
        <w:r w:rsidR="00DF0B72">
          <w:rPr>
            <w:noProof/>
            <w:webHidden/>
          </w:rPr>
        </w:r>
        <w:r w:rsidR="00DF0B72">
          <w:rPr>
            <w:noProof/>
            <w:webHidden/>
          </w:rPr>
          <w:fldChar w:fldCharType="separate"/>
        </w:r>
        <w:r w:rsidR="001C3098">
          <w:rPr>
            <w:noProof/>
            <w:webHidden/>
          </w:rPr>
          <w:t>4</w:t>
        </w:r>
        <w:r w:rsidR="00DF0B72">
          <w:rPr>
            <w:noProof/>
            <w:webHidden/>
          </w:rPr>
          <w:fldChar w:fldCharType="end"/>
        </w:r>
      </w:hyperlink>
    </w:p>
    <w:p w14:paraId="1D53BE0E" w14:textId="059D9CDF" w:rsidR="00DF0B72" w:rsidRDefault="00822B63">
      <w:pPr>
        <w:pStyle w:val="Obsah1"/>
        <w:rPr>
          <w:rFonts w:eastAsiaTheme="minorEastAsia"/>
          <w:caps w:val="0"/>
          <w:noProof/>
          <w:sz w:val="22"/>
          <w:szCs w:val="22"/>
          <w:lang w:eastAsia="cs-CZ"/>
        </w:rPr>
      </w:pPr>
      <w:hyperlink w:anchor="_Toc92191447" w:history="1">
        <w:r w:rsidR="00DF0B72" w:rsidRPr="005C1702">
          <w:rPr>
            <w:rStyle w:val="Hypertextovodkaz"/>
          </w:rPr>
          <w:t>4.</w:t>
        </w:r>
        <w:r w:rsidR="00DF0B72">
          <w:rPr>
            <w:rFonts w:eastAsiaTheme="minorEastAsia"/>
            <w:caps w:val="0"/>
            <w:noProof/>
            <w:sz w:val="22"/>
            <w:szCs w:val="22"/>
            <w:lang w:eastAsia="cs-CZ"/>
          </w:rPr>
          <w:tab/>
        </w:r>
        <w:r w:rsidR="00DF0B72" w:rsidRPr="005C1702">
          <w:rPr>
            <w:rStyle w:val="Hypertextovodkaz"/>
          </w:rPr>
          <w:t>ÚČEL A PŘEDMĚT PLNĚNÍ VEŘEJNÉ ZAKÁZKY</w:t>
        </w:r>
        <w:r w:rsidR="00DF0B72">
          <w:rPr>
            <w:noProof/>
            <w:webHidden/>
          </w:rPr>
          <w:tab/>
        </w:r>
        <w:r w:rsidR="00DF0B72">
          <w:rPr>
            <w:noProof/>
            <w:webHidden/>
          </w:rPr>
          <w:fldChar w:fldCharType="begin"/>
        </w:r>
        <w:r w:rsidR="00DF0B72">
          <w:rPr>
            <w:noProof/>
            <w:webHidden/>
          </w:rPr>
          <w:instrText xml:space="preserve"> PAGEREF _Toc92191447 \h </w:instrText>
        </w:r>
        <w:r w:rsidR="00DF0B72">
          <w:rPr>
            <w:noProof/>
            <w:webHidden/>
          </w:rPr>
        </w:r>
        <w:r w:rsidR="00DF0B72">
          <w:rPr>
            <w:noProof/>
            <w:webHidden/>
          </w:rPr>
          <w:fldChar w:fldCharType="separate"/>
        </w:r>
        <w:r w:rsidR="001C3098">
          <w:rPr>
            <w:noProof/>
            <w:webHidden/>
          </w:rPr>
          <w:t>4</w:t>
        </w:r>
        <w:r w:rsidR="00DF0B72">
          <w:rPr>
            <w:noProof/>
            <w:webHidden/>
          </w:rPr>
          <w:fldChar w:fldCharType="end"/>
        </w:r>
      </w:hyperlink>
    </w:p>
    <w:p w14:paraId="30AEDA5B" w14:textId="472D2A67" w:rsidR="00DF0B72" w:rsidRDefault="00822B63">
      <w:pPr>
        <w:pStyle w:val="Obsah1"/>
        <w:rPr>
          <w:rFonts w:eastAsiaTheme="minorEastAsia"/>
          <w:caps w:val="0"/>
          <w:noProof/>
          <w:sz w:val="22"/>
          <w:szCs w:val="22"/>
          <w:lang w:eastAsia="cs-CZ"/>
        </w:rPr>
      </w:pPr>
      <w:hyperlink w:anchor="_Toc92191448" w:history="1">
        <w:r w:rsidR="00DF0B72" w:rsidRPr="005C1702">
          <w:rPr>
            <w:rStyle w:val="Hypertextovodkaz"/>
          </w:rPr>
          <w:t>5.</w:t>
        </w:r>
        <w:r w:rsidR="00DF0B72">
          <w:rPr>
            <w:rFonts w:eastAsiaTheme="minorEastAsia"/>
            <w:caps w:val="0"/>
            <w:noProof/>
            <w:sz w:val="22"/>
            <w:szCs w:val="22"/>
            <w:lang w:eastAsia="cs-CZ"/>
          </w:rPr>
          <w:tab/>
        </w:r>
        <w:r w:rsidR="00DF0B72" w:rsidRPr="005C1702">
          <w:rPr>
            <w:rStyle w:val="Hypertextovodkaz"/>
          </w:rPr>
          <w:t>ZDROJE FINANCOVÁNÍ A PŘEDPOKLÁDANÁ HODNOTA VEŘEJNÉ ZAKÁZKY</w:t>
        </w:r>
        <w:r w:rsidR="00DF0B72">
          <w:rPr>
            <w:noProof/>
            <w:webHidden/>
          </w:rPr>
          <w:tab/>
        </w:r>
        <w:r w:rsidR="00DF0B72">
          <w:rPr>
            <w:noProof/>
            <w:webHidden/>
          </w:rPr>
          <w:fldChar w:fldCharType="begin"/>
        </w:r>
        <w:r w:rsidR="00DF0B72">
          <w:rPr>
            <w:noProof/>
            <w:webHidden/>
          </w:rPr>
          <w:instrText xml:space="preserve"> PAGEREF _Toc92191448 \h </w:instrText>
        </w:r>
        <w:r w:rsidR="00DF0B72">
          <w:rPr>
            <w:noProof/>
            <w:webHidden/>
          </w:rPr>
        </w:r>
        <w:r w:rsidR="00DF0B72">
          <w:rPr>
            <w:noProof/>
            <w:webHidden/>
          </w:rPr>
          <w:fldChar w:fldCharType="separate"/>
        </w:r>
        <w:r w:rsidR="001C3098">
          <w:rPr>
            <w:noProof/>
            <w:webHidden/>
          </w:rPr>
          <w:t>4</w:t>
        </w:r>
        <w:r w:rsidR="00DF0B72">
          <w:rPr>
            <w:noProof/>
            <w:webHidden/>
          </w:rPr>
          <w:fldChar w:fldCharType="end"/>
        </w:r>
      </w:hyperlink>
    </w:p>
    <w:p w14:paraId="3EFBA289" w14:textId="071B146A" w:rsidR="00DF0B72" w:rsidRDefault="00822B63">
      <w:pPr>
        <w:pStyle w:val="Obsah1"/>
        <w:rPr>
          <w:rFonts w:eastAsiaTheme="minorEastAsia"/>
          <w:caps w:val="0"/>
          <w:noProof/>
          <w:sz w:val="22"/>
          <w:szCs w:val="22"/>
          <w:lang w:eastAsia="cs-CZ"/>
        </w:rPr>
      </w:pPr>
      <w:hyperlink w:anchor="_Toc92191449" w:history="1">
        <w:r w:rsidR="00DF0B72" w:rsidRPr="005C1702">
          <w:rPr>
            <w:rStyle w:val="Hypertextovodkaz"/>
          </w:rPr>
          <w:t>6.</w:t>
        </w:r>
        <w:r w:rsidR="00DF0B72">
          <w:rPr>
            <w:rFonts w:eastAsiaTheme="minorEastAsia"/>
            <w:caps w:val="0"/>
            <w:noProof/>
            <w:sz w:val="22"/>
            <w:szCs w:val="22"/>
            <w:lang w:eastAsia="cs-CZ"/>
          </w:rPr>
          <w:tab/>
        </w:r>
        <w:r w:rsidR="00DF0B72" w:rsidRPr="005C1702">
          <w:rPr>
            <w:rStyle w:val="Hypertextovodkaz"/>
          </w:rPr>
          <w:t>OBSAH ZADÁVACÍ DOKUMENTACE</w:t>
        </w:r>
        <w:r w:rsidR="00DF0B72">
          <w:rPr>
            <w:noProof/>
            <w:webHidden/>
          </w:rPr>
          <w:tab/>
        </w:r>
        <w:r w:rsidR="00DF0B72">
          <w:rPr>
            <w:noProof/>
            <w:webHidden/>
          </w:rPr>
          <w:fldChar w:fldCharType="begin"/>
        </w:r>
        <w:r w:rsidR="00DF0B72">
          <w:rPr>
            <w:noProof/>
            <w:webHidden/>
          </w:rPr>
          <w:instrText xml:space="preserve"> PAGEREF _Toc92191449 \h </w:instrText>
        </w:r>
        <w:r w:rsidR="00DF0B72">
          <w:rPr>
            <w:noProof/>
            <w:webHidden/>
          </w:rPr>
        </w:r>
        <w:r w:rsidR="00DF0B72">
          <w:rPr>
            <w:noProof/>
            <w:webHidden/>
          </w:rPr>
          <w:fldChar w:fldCharType="separate"/>
        </w:r>
        <w:r w:rsidR="001C3098">
          <w:rPr>
            <w:noProof/>
            <w:webHidden/>
          </w:rPr>
          <w:t>4</w:t>
        </w:r>
        <w:r w:rsidR="00DF0B72">
          <w:rPr>
            <w:noProof/>
            <w:webHidden/>
          </w:rPr>
          <w:fldChar w:fldCharType="end"/>
        </w:r>
      </w:hyperlink>
    </w:p>
    <w:p w14:paraId="56973490" w14:textId="0997BC47" w:rsidR="00DF0B72" w:rsidRDefault="00822B63">
      <w:pPr>
        <w:pStyle w:val="Obsah1"/>
        <w:rPr>
          <w:rFonts w:eastAsiaTheme="minorEastAsia"/>
          <w:caps w:val="0"/>
          <w:noProof/>
          <w:sz w:val="22"/>
          <w:szCs w:val="22"/>
          <w:lang w:eastAsia="cs-CZ"/>
        </w:rPr>
      </w:pPr>
      <w:hyperlink w:anchor="_Toc92191450" w:history="1">
        <w:r w:rsidR="00DF0B72" w:rsidRPr="005C1702">
          <w:rPr>
            <w:rStyle w:val="Hypertextovodkaz"/>
          </w:rPr>
          <w:t>7.</w:t>
        </w:r>
        <w:r w:rsidR="00DF0B72">
          <w:rPr>
            <w:rFonts w:eastAsiaTheme="minorEastAsia"/>
            <w:caps w:val="0"/>
            <w:noProof/>
            <w:sz w:val="22"/>
            <w:szCs w:val="22"/>
            <w:lang w:eastAsia="cs-CZ"/>
          </w:rPr>
          <w:tab/>
        </w:r>
        <w:r w:rsidR="00DF0B72" w:rsidRPr="005C1702">
          <w:rPr>
            <w:rStyle w:val="Hypertextovodkaz"/>
          </w:rPr>
          <w:t>VYSVĚTLENÍ, ZMĚNY A DOPLNĚNÍ ZADÁVACÍ DOKUMENTACE</w:t>
        </w:r>
        <w:r w:rsidR="00DF0B72">
          <w:rPr>
            <w:noProof/>
            <w:webHidden/>
          </w:rPr>
          <w:tab/>
        </w:r>
        <w:r w:rsidR="00DF0B72">
          <w:rPr>
            <w:noProof/>
            <w:webHidden/>
          </w:rPr>
          <w:fldChar w:fldCharType="begin"/>
        </w:r>
        <w:r w:rsidR="00DF0B72">
          <w:rPr>
            <w:noProof/>
            <w:webHidden/>
          </w:rPr>
          <w:instrText xml:space="preserve"> PAGEREF _Toc92191450 \h </w:instrText>
        </w:r>
        <w:r w:rsidR="00DF0B72">
          <w:rPr>
            <w:noProof/>
            <w:webHidden/>
          </w:rPr>
        </w:r>
        <w:r w:rsidR="00DF0B72">
          <w:rPr>
            <w:noProof/>
            <w:webHidden/>
          </w:rPr>
          <w:fldChar w:fldCharType="separate"/>
        </w:r>
        <w:r w:rsidR="001C3098">
          <w:rPr>
            <w:noProof/>
            <w:webHidden/>
          </w:rPr>
          <w:t>5</w:t>
        </w:r>
        <w:r w:rsidR="00DF0B72">
          <w:rPr>
            <w:noProof/>
            <w:webHidden/>
          </w:rPr>
          <w:fldChar w:fldCharType="end"/>
        </w:r>
      </w:hyperlink>
    </w:p>
    <w:p w14:paraId="01C86D81" w14:textId="5B0410BE" w:rsidR="00DF0B72" w:rsidRDefault="00822B63">
      <w:pPr>
        <w:pStyle w:val="Obsah1"/>
        <w:rPr>
          <w:rFonts w:eastAsiaTheme="minorEastAsia"/>
          <w:caps w:val="0"/>
          <w:noProof/>
          <w:sz w:val="22"/>
          <w:szCs w:val="22"/>
          <w:lang w:eastAsia="cs-CZ"/>
        </w:rPr>
      </w:pPr>
      <w:hyperlink w:anchor="_Toc92191451" w:history="1">
        <w:r w:rsidR="00DF0B72" w:rsidRPr="005C1702">
          <w:rPr>
            <w:rStyle w:val="Hypertextovodkaz"/>
          </w:rPr>
          <w:t>8.</w:t>
        </w:r>
        <w:r w:rsidR="00DF0B72">
          <w:rPr>
            <w:rFonts w:eastAsiaTheme="minorEastAsia"/>
            <w:caps w:val="0"/>
            <w:noProof/>
            <w:sz w:val="22"/>
            <w:szCs w:val="22"/>
            <w:lang w:eastAsia="cs-CZ"/>
          </w:rPr>
          <w:tab/>
        </w:r>
        <w:r w:rsidR="00DF0B72" w:rsidRPr="005C1702">
          <w:rPr>
            <w:rStyle w:val="Hypertextovodkaz"/>
          </w:rPr>
          <w:t>POŽADAVKY ZADAVATELE NA KVALIFIKACI</w:t>
        </w:r>
        <w:r w:rsidR="00DF0B72">
          <w:rPr>
            <w:noProof/>
            <w:webHidden/>
          </w:rPr>
          <w:tab/>
        </w:r>
        <w:r w:rsidR="00DF0B72">
          <w:rPr>
            <w:noProof/>
            <w:webHidden/>
          </w:rPr>
          <w:fldChar w:fldCharType="begin"/>
        </w:r>
        <w:r w:rsidR="00DF0B72">
          <w:rPr>
            <w:noProof/>
            <w:webHidden/>
          </w:rPr>
          <w:instrText xml:space="preserve"> PAGEREF _Toc92191451 \h </w:instrText>
        </w:r>
        <w:r w:rsidR="00DF0B72">
          <w:rPr>
            <w:noProof/>
            <w:webHidden/>
          </w:rPr>
        </w:r>
        <w:r w:rsidR="00DF0B72">
          <w:rPr>
            <w:noProof/>
            <w:webHidden/>
          </w:rPr>
          <w:fldChar w:fldCharType="separate"/>
        </w:r>
        <w:r w:rsidR="001C3098">
          <w:rPr>
            <w:noProof/>
            <w:webHidden/>
          </w:rPr>
          <w:t>6</w:t>
        </w:r>
        <w:r w:rsidR="00DF0B72">
          <w:rPr>
            <w:noProof/>
            <w:webHidden/>
          </w:rPr>
          <w:fldChar w:fldCharType="end"/>
        </w:r>
      </w:hyperlink>
    </w:p>
    <w:p w14:paraId="011DA4A4" w14:textId="020318CD" w:rsidR="00DF0B72" w:rsidRDefault="00822B63">
      <w:pPr>
        <w:pStyle w:val="Obsah1"/>
        <w:rPr>
          <w:rFonts w:eastAsiaTheme="minorEastAsia"/>
          <w:caps w:val="0"/>
          <w:noProof/>
          <w:sz w:val="22"/>
          <w:szCs w:val="22"/>
          <w:lang w:eastAsia="cs-CZ"/>
        </w:rPr>
      </w:pPr>
      <w:hyperlink w:anchor="_Toc92191452" w:history="1">
        <w:r w:rsidR="00DF0B72" w:rsidRPr="005C1702">
          <w:rPr>
            <w:rStyle w:val="Hypertextovodkaz"/>
          </w:rPr>
          <w:t>9.</w:t>
        </w:r>
        <w:r w:rsidR="00DF0B72">
          <w:rPr>
            <w:rFonts w:eastAsiaTheme="minorEastAsia"/>
            <w:caps w:val="0"/>
            <w:noProof/>
            <w:sz w:val="22"/>
            <w:szCs w:val="22"/>
            <w:lang w:eastAsia="cs-CZ"/>
          </w:rPr>
          <w:tab/>
        </w:r>
        <w:r w:rsidR="00DF0B72" w:rsidRPr="005C1702">
          <w:rPr>
            <w:rStyle w:val="Hypertextovodkaz"/>
          </w:rPr>
          <w:t>DALŠÍ INFORMACE/DOKUMENTY PŘEDKLÁDANÉ DODAVATELEM V NABÍDCE</w:t>
        </w:r>
        <w:r w:rsidR="00DF0B72">
          <w:rPr>
            <w:noProof/>
            <w:webHidden/>
          </w:rPr>
          <w:tab/>
        </w:r>
        <w:r w:rsidR="00DF0B72">
          <w:rPr>
            <w:noProof/>
            <w:webHidden/>
          </w:rPr>
          <w:fldChar w:fldCharType="begin"/>
        </w:r>
        <w:r w:rsidR="00DF0B72">
          <w:rPr>
            <w:noProof/>
            <w:webHidden/>
          </w:rPr>
          <w:instrText xml:space="preserve"> PAGEREF _Toc92191452 \h </w:instrText>
        </w:r>
        <w:r w:rsidR="00DF0B72">
          <w:rPr>
            <w:noProof/>
            <w:webHidden/>
          </w:rPr>
        </w:r>
        <w:r w:rsidR="00DF0B72">
          <w:rPr>
            <w:noProof/>
            <w:webHidden/>
          </w:rPr>
          <w:fldChar w:fldCharType="separate"/>
        </w:r>
        <w:r w:rsidR="001C3098">
          <w:rPr>
            <w:noProof/>
            <w:webHidden/>
          </w:rPr>
          <w:t>14</w:t>
        </w:r>
        <w:r w:rsidR="00DF0B72">
          <w:rPr>
            <w:noProof/>
            <w:webHidden/>
          </w:rPr>
          <w:fldChar w:fldCharType="end"/>
        </w:r>
      </w:hyperlink>
    </w:p>
    <w:p w14:paraId="6941D296" w14:textId="2015E095" w:rsidR="00DF0B72" w:rsidRDefault="00822B63">
      <w:pPr>
        <w:pStyle w:val="Obsah1"/>
        <w:rPr>
          <w:rFonts w:eastAsiaTheme="minorEastAsia"/>
          <w:caps w:val="0"/>
          <w:noProof/>
          <w:sz w:val="22"/>
          <w:szCs w:val="22"/>
          <w:lang w:eastAsia="cs-CZ"/>
        </w:rPr>
      </w:pPr>
      <w:hyperlink w:anchor="_Toc92191453" w:history="1">
        <w:r w:rsidR="00DF0B72" w:rsidRPr="005C1702">
          <w:rPr>
            <w:rStyle w:val="Hypertextovodkaz"/>
          </w:rPr>
          <w:t>10.</w:t>
        </w:r>
        <w:r w:rsidR="00DF0B72">
          <w:rPr>
            <w:rFonts w:eastAsiaTheme="minorEastAsia"/>
            <w:caps w:val="0"/>
            <w:noProof/>
            <w:sz w:val="22"/>
            <w:szCs w:val="22"/>
            <w:lang w:eastAsia="cs-CZ"/>
          </w:rPr>
          <w:tab/>
        </w:r>
        <w:r w:rsidR="00DF0B72" w:rsidRPr="005C1702">
          <w:rPr>
            <w:rStyle w:val="Hypertextovodkaz"/>
          </w:rPr>
          <w:t>PROHLÍDKA MÍSTA PLNĚNÍ (STAVENIŠTĚ)</w:t>
        </w:r>
        <w:r w:rsidR="00DF0B72">
          <w:rPr>
            <w:noProof/>
            <w:webHidden/>
          </w:rPr>
          <w:tab/>
        </w:r>
        <w:r w:rsidR="00DF0B72">
          <w:rPr>
            <w:noProof/>
            <w:webHidden/>
          </w:rPr>
          <w:fldChar w:fldCharType="begin"/>
        </w:r>
        <w:r w:rsidR="00DF0B72">
          <w:rPr>
            <w:noProof/>
            <w:webHidden/>
          </w:rPr>
          <w:instrText xml:space="preserve"> PAGEREF _Toc92191453 \h </w:instrText>
        </w:r>
        <w:r w:rsidR="00DF0B72">
          <w:rPr>
            <w:noProof/>
            <w:webHidden/>
          </w:rPr>
        </w:r>
        <w:r w:rsidR="00DF0B72">
          <w:rPr>
            <w:noProof/>
            <w:webHidden/>
          </w:rPr>
          <w:fldChar w:fldCharType="separate"/>
        </w:r>
        <w:r w:rsidR="001C3098">
          <w:rPr>
            <w:noProof/>
            <w:webHidden/>
          </w:rPr>
          <w:t>17</w:t>
        </w:r>
        <w:r w:rsidR="00DF0B72">
          <w:rPr>
            <w:noProof/>
            <w:webHidden/>
          </w:rPr>
          <w:fldChar w:fldCharType="end"/>
        </w:r>
      </w:hyperlink>
    </w:p>
    <w:p w14:paraId="1D38BF5F" w14:textId="09E0364D" w:rsidR="00DF0B72" w:rsidRDefault="00822B63">
      <w:pPr>
        <w:pStyle w:val="Obsah1"/>
        <w:rPr>
          <w:rFonts w:eastAsiaTheme="minorEastAsia"/>
          <w:caps w:val="0"/>
          <w:noProof/>
          <w:sz w:val="22"/>
          <w:szCs w:val="22"/>
          <w:lang w:eastAsia="cs-CZ"/>
        </w:rPr>
      </w:pPr>
      <w:hyperlink w:anchor="_Toc92191454" w:history="1">
        <w:r w:rsidR="00DF0B72" w:rsidRPr="005C1702">
          <w:rPr>
            <w:rStyle w:val="Hypertextovodkaz"/>
          </w:rPr>
          <w:t>11.</w:t>
        </w:r>
        <w:r w:rsidR="00DF0B72">
          <w:rPr>
            <w:rFonts w:eastAsiaTheme="minorEastAsia"/>
            <w:caps w:val="0"/>
            <w:noProof/>
            <w:sz w:val="22"/>
            <w:szCs w:val="22"/>
            <w:lang w:eastAsia="cs-CZ"/>
          </w:rPr>
          <w:tab/>
        </w:r>
        <w:r w:rsidR="00DF0B72" w:rsidRPr="005C1702">
          <w:rPr>
            <w:rStyle w:val="Hypertextovodkaz"/>
          </w:rPr>
          <w:t>JAZYK NABÍDEK A KOMUNIKAČNÍ JAZYK</w:t>
        </w:r>
        <w:r w:rsidR="00DF0B72">
          <w:rPr>
            <w:noProof/>
            <w:webHidden/>
          </w:rPr>
          <w:tab/>
        </w:r>
        <w:r w:rsidR="00DF0B72">
          <w:rPr>
            <w:noProof/>
            <w:webHidden/>
          </w:rPr>
          <w:fldChar w:fldCharType="begin"/>
        </w:r>
        <w:r w:rsidR="00DF0B72">
          <w:rPr>
            <w:noProof/>
            <w:webHidden/>
          </w:rPr>
          <w:instrText xml:space="preserve"> PAGEREF _Toc92191454 \h </w:instrText>
        </w:r>
        <w:r w:rsidR="00DF0B72">
          <w:rPr>
            <w:noProof/>
            <w:webHidden/>
          </w:rPr>
        </w:r>
        <w:r w:rsidR="00DF0B72">
          <w:rPr>
            <w:noProof/>
            <w:webHidden/>
          </w:rPr>
          <w:fldChar w:fldCharType="separate"/>
        </w:r>
        <w:r w:rsidR="001C3098">
          <w:rPr>
            <w:noProof/>
            <w:webHidden/>
          </w:rPr>
          <w:t>17</w:t>
        </w:r>
        <w:r w:rsidR="00DF0B72">
          <w:rPr>
            <w:noProof/>
            <w:webHidden/>
          </w:rPr>
          <w:fldChar w:fldCharType="end"/>
        </w:r>
      </w:hyperlink>
    </w:p>
    <w:p w14:paraId="2512620D" w14:textId="58DA4123" w:rsidR="00DF0B72" w:rsidRDefault="00822B63">
      <w:pPr>
        <w:pStyle w:val="Obsah1"/>
        <w:rPr>
          <w:rFonts w:eastAsiaTheme="minorEastAsia"/>
          <w:caps w:val="0"/>
          <w:noProof/>
          <w:sz w:val="22"/>
          <w:szCs w:val="22"/>
          <w:lang w:eastAsia="cs-CZ"/>
        </w:rPr>
      </w:pPr>
      <w:hyperlink w:anchor="_Toc92191455" w:history="1">
        <w:r w:rsidR="00DF0B72" w:rsidRPr="005C1702">
          <w:rPr>
            <w:rStyle w:val="Hypertextovodkaz"/>
          </w:rPr>
          <w:t>12.</w:t>
        </w:r>
        <w:r w:rsidR="00DF0B72">
          <w:rPr>
            <w:rFonts w:eastAsiaTheme="minorEastAsia"/>
            <w:caps w:val="0"/>
            <w:noProof/>
            <w:sz w:val="22"/>
            <w:szCs w:val="22"/>
            <w:lang w:eastAsia="cs-CZ"/>
          </w:rPr>
          <w:tab/>
        </w:r>
        <w:r w:rsidR="00DF0B72" w:rsidRPr="005C1702">
          <w:rPr>
            <w:rStyle w:val="Hypertextovodkaz"/>
          </w:rPr>
          <w:t>OBSAH A PODÁVÁNÍ NABÍDEK</w:t>
        </w:r>
        <w:r w:rsidR="00DF0B72">
          <w:rPr>
            <w:noProof/>
            <w:webHidden/>
          </w:rPr>
          <w:tab/>
        </w:r>
        <w:r w:rsidR="00DF0B72">
          <w:rPr>
            <w:noProof/>
            <w:webHidden/>
          </w:rPr>
          <w:fldChar w:fldCharType="begin"/>
        </w:r>
        <w:r w:rsidR="00DF0B72">
          <w:rPr>
            <w:noProof/>
            <w:webHidden/>
          </w:rPr>
          <w:instrText xml:space="preserve"> PAGEREF _Toc92191455 \h </w:instrText>
        </w:r>
        <w:r w:rsidR="00DF0B72">
          <w:rPr>
            <w:noProof/>
            <w:webHidden/>
          </w:rPr>
        </w:r>
        <w:r w:rsidR="00DF0B72">
          <w:rPr>
            <w:noProof/>
            <w:webHidden/>
          </w:rPr>
          <w:fldChar w:fldCharType="separate"/>
        </w:r>
        <w:r w:rsidR="001C3098">
          <w:rPr>
            <w:noProof/>
            <w:webHidden/>
          </w:rPr>
          <w:t>17</w:t>
        </w:r>
        <w:r w:rsidR="00DF0B72">
          <w:rPr>
            <w:noProof/>
            <w:webHidden/>
          </w:rPr>
          <w:fldChar w:fldCharType="end"/>
        </w:r>
      </w:hyperlink>
    </w:p>
    <w:p w14:paraId="4D484B96" w14:textId="03CD522F" w:rsidR="00DF0B72" w:rsidRDefault="00822B63">
      <w:pPr>
        <w:pStyle w:val="Obsah1"/>
        <w:rPr>
          <w:rFonts w:eastAsiaTheme="minorEastAsia"/>
          <w:caps w:val="0"/>
          <w:noProof/>
          <w:sz w:val="22"/>
          <w:szCs w:val="22"/>
          <w:lang w:eastAsia="cs-CZ"/>
        </w:rPr>
      </w:pPr>
      <w:hyperlink w:anchor="_Toc92191456" w:history="1">
        <w:r w:rsidR="00DF0B72" w:rsidRPr="005C1702">
          <w:rPr>
            <w:rStyle w:val="Hypertextovodkaz"/>
          </w:rPr>
          <w:t>13.</w:t>
        </w:r>
        <w:r w:rsidR="00DF0B72">
          <w:rPr>
            <w:rFonts w:eastAsiaTheme="minorEastAsia"/>
            <w:caps w:val="0"/>
            <w:noProof/>
            <w:sz w:val="22"/>
            <w:szCs w:val="22"/>
            <w:lang w:eastAsia="cs-CZ"/>
          </w:rPr>
          <w:tab/>
        </w:r>
        <w:r w:rsidR="00DF0B72" w:rsidRPr="005C1702">
          <w:rPr>
            <w:rStyle w:val="Hypertextovodkaz"/>
          </w:rPr>
          <w:t>POŽADAVKY NA ZPRACOVÁNÍ NABÍDKOVÉ CENY</w:t>
        </w:r>
        <w:r w:rsidR="00DF0B72">
          <w:rPr>
            <w:noProof/>
            <w:webHidden/>
          </w:rPr>
          <w:tab/>
        </w:r>
        <w:r w:rsidR="00DF0B72">
          <w:rPr>
            <w:noProof/>
            <w:webHidden/>
          </w:rPr>
          <w:fldChar w:fldCharType="begin"/>
        </w:r>
        <w:r w:rsidR="00DF0B72">
          <w:rPr>
            <w:noProof/>
            <w:webHidden/>
          </w:rPr>
          <w:instrText xml:space="preserve"> PAGEREF _Toc92191456 \h </w:instrText>
        </w:r>
        <w:r w:rsidR="00DF0B72">
          <w:rPr>
            <w:noProof/>
            <w:webHidden/>
          </w:rPr>
        </w:r>
        <w:r w:rsidR="00DF0B72">
          <w:rPr>
            <w:noProof/>
            <w:webHidden/>
          </w:rPr>
          <w:fldChar w:fldCharType="separate"/>
        </w:r>
        <w:r w:rsidR="001C3098">
          <w:rPr>
            <w:noProof/>
            <w:webHidden/>
          </w:rPr>
          <w:t>19</w:t>
        </w:r>
        <w:r w:rsidR="00DF0B72">
          <w:rPr>
            <w:noProof/>
            <w:webHidden/>
          </w:rPr>
          <w:fldChar w:fldCharType="end"/>
        </w:r>
      </w:hyperlink>
    </w:p>
    <w:p w14:paraId="6988A28A" w14:textId="72928DA8" w:rsidR="00DF0B72" w:rsidRDefault="00822B63">
      <w:pPr>
        <w:pStyle w:val="Obsah1"/>
        <w:rPr>
          <w:rFonts w:eastAsiaTheme="minorEastAsia"/>
          <w:caps w:val="0"/>
          <w:noProof/>
          <w:sz w:val="22"/>
          <w:szCs w:val="22"/>
          <w:lang w:eastAsia="cs-CZ"/>
        </w:rPr>
      </w:pPr>
      <w:hyperlink w:anchor="_Toc92191457" w:history="1">
        <w:r w:rsidR="00DF0B72" w:rsidRPr="005C1702">
          <w:rPr>
            <w:rStyle w:val="Hypertextovodkaz"/>
          </w:rPr>
          <w:t>14.</w:t>
        </w:r>
        <w:r w:rsidR="00DF0B72">
          <w:rPr>
            <w:rFonts w:eastAsiaTheme="minorEastAsia"/>
            <w:caps w:val="0"/>
            <w:noProof/>
            <w:sz w:val="22"/>
            <w:szCs w:val="22"/>
            <w:lang w:eastAsia="cs-CZ"/>
          </w:rPr>
          <w:tab/>
        </w:r>
        <w:r w:rsidR="00DF0B72" w:rsidRPr="005C1702">
          <w:rPr>
            <w:rStyle w:val="Hypertextovodkaz"/>
          </w:rPr>
          <w:t>VARIANTY NABÍDKY, VÝHRADA ZMĚNY DODAVATELE</w:t>
        </w:r>
        <w:r w:rsidR="00DF0B72">
          <w:rPr>
            <w:noProof/>
            <w:webHidden/>
          </w:rPr>
          <w:tab/>
        </w:r>
        <w:r w:rsidR="00DF0B72">
          <w:rPr>
            <w:noProof/>
            <w:webHidden/>
          </w:rPr>
          <w:fldChar w:fldCharType="begin"/>
        </w:r>
        <w:r w:rsidR="00DF0B72">
          <w:rPr>
            <w:noProof/>
            <w:webHidden/>
          </w:rPr>
          <w:instrText xml:space="preserve"> PAGEREF _Toc92191457 \h </w:instrText>
        </w:r>
        <w:r w:rsidR="00DF0B72">
          <w:rPr>
            <w:noProof/>
            <w:webHidden/>
          </w:rPr>
        </w:r>
        <w:r w:rsidR="00DF0B72">
          <w:rPr>
            <w:noProof/>
            <w:webHidden/>
          </w:rPr>
          <w:fldChar w:fldCharType="separate"/>
        </w:r>
        <w:r w:rsidR="001C3098">
          <w:rPr>
            <w:noProof/>
            <w:webHidden/>
          </w:rPr>
          <w:t>20</w:t>
        </w:r>
        <w:r w:rsidR="00DF0B72">
          <w:rPr>
            <w:noProof/>
            <w:webHidden/>
          </w:rPr>
          <w:fldChar w:fldCharType="end"/>
        </w:r>
      </w:hyperlink>
    </w:p>
    <w:p w14:paraId="39D07B4C" w14:textId="16A0B519" w:rsidR="00DF0B72" w:rsidRDefault="00822B63">
      <w:pPr>
        <w:pStyle w:val="Obsah1"/>
        <w:rPr>
          <w:rFonts w:eastAsiaTheme="minorEastAsia"/>
          <w:caps w:val="0"/>
          <w:noProof/>
          <w:sz w:val="22"/>
          <w:szCs w:val="22"/>
          <w:lang w:eastAsia="cs-CZ"/>
        </w:rPr>
      </w:pPr>
      <w:hyperlink w:anchor="_Toc92191458" w:history="1">
        <w:r w:rsidR="00DF0B72" w:rsidRPr="005C1702">
          <w:rPr>
            <w:rStyle w:val="Hypertextovodkaz"/>
          </w:rPr>
          <w:t>15.</w:t>
        </w:r>
        <w:r w:rsidR="00DF0B72">
          <w:rPr>
            <w:rFonts w:eastAsiaTheme="minorEastAsia"/>
            <w:caps w:val="0"/>
            <w:noProof/>
            <w:sz w:val="22"/>
            <w:szCs w:val="22"/>
            <w:lang w:eastAsia="cs-CZ"/>
          </w:rPr>
          <w:tab/>
        </w:r>
        <w:r w:rsidR="00DF0B72" w:rsidRPr="005C1702">
          <w:rPr>
            <w:rStyle w:val="Hypertextovodkaz"/>
          </w:rPr>
          <w:t>OTEVÍRÁNÍ NABÍDEK</w:t>
        </w:r>
        <w:r w:rsidR="00DF0B72">
          <w:rPr>
            <w:noProof/>
            <w:webHidden/>
          </w:rPr>
          <w:tab/>
        </w:r>
        <w:r w:rsidR="00DF0B72">
          <w:rPr>
            <w:noProof/>
            <w:webHidden/>
          </w:rPr>
          <w:fldChar w:fldCharType="begin"/>
        </w:r>
        <w:r w:rsidR="00DF0B72">
          <w:rPr>
            <w:noProof/>
            <w:webHidden/>
          </w:rPr>
          <w:instrText xml:space="preserve"> PAGEREF _Toc92191458 \h </w:instrText>
        </w:r>
        <w:r w:rsidR="00DF0B72">
          <w:rPr>
            <w:noProof/>
            <w:webHidden/>
          </w:rPr>
        </w:r>
        <w:r w:rsidR="00DF0B72">
          <w:rPr>
            <w:noProof/>
            <w:webHidden/>
          </w:rPr>
          <w:fldChar w:fldCharType="separate"/>
        </w:r>
        <w:r w:rsidR="001C3098">
          <w:rPr>
            <w:noProof/>
            <w:webHidden/>
          </w:rPr>
          <w:t>20</w:t>
        </w:r>
        <w:r w:rsidR="00DF0B72">
          <w:rPr>
            <w:noProof/>
            <w:webHidden/>
          </w:rPr>
          <w:fldChar w:fldCharType="end"/>
        </w:r>
      </w:hyperlink>
    </w:p>
    <w:p w14:paraId="0E16F36C" w14:textId="7C73DC55" w:rsidR="00DF0B72" w:rsidRDefault="00822B63">
      <w:pPr>
        <w:pStyle w:val="Obsah1"/>
        <w:rPr>
          <w:rFonts w:eastAsiaTheme="minorEastAsia"/>
          <w:caps w:val="0"/>
          <w:noProof/>
          <w:sz w:val="22"/>
          <w:szCs w:val="22"/>
          <w:lang w:eastAsia="cs-CZ"/>
        </w:rPr>
      </w:pPr>
      <w:hyperlink w:anchor="_Toc92191459" w:history="1">
        <w:r w:rsidR="00DF0B72" w:rsidRPr="005C1702">
          <w:rPr>
            <w:rStyle w:val="Hypertextovodkaz"/>
          </w:rPr>
          <w:t>16.</w:t>
        </w:r>
        <w:r w:rsidR="00DF0B72">
          <w:rPr>
            <w:rFonts w:eastAsiaTheme="minorEastAsia"/>
            <w:caps w:val="0"/>
            <w:noProof/>
            <w:sz w:val="22"/>
            <w:szCs w:val="22"/>
            <w:lang w:eastAsia="cs-CZ"/>
          </w:rPr>
          <w:tab/>
        </w:r>
        <w:r w:rsidR="00DF0B72" w:rsidRPr="005C1702">
          <w:rPr>
            <w:rStyle w:val="Hypertextovodkaz"/>
          </w:rPr>
          <w:t>POSOUZENÍ SPLNĚNÍ PODMÍNEK ÚČASTI</w:t>
        </w:r>
        <w:r w:rsidR="00DF0B72">
          <w:rPr>
            <w:noProof/>
            <w:webHidden/>
          </w:rPr>
          <w:tab/>
        </w:r>
        <w:r w:rsidR="00DF0B72">
          <w:rPr>
            <w:noProof/>
            <w:webHidden/>
          </w:rPr>
          <w:fldChar w:fldCharType="begin"/>
        </w:r>
        <w:r w:rsidR="00DF0B72">
          <w:rPr>
            <w:noProof/>
            <w:webHidden/>
          </w:rPr>
          <w:instrText xml:space="preserve"> PAGEREF _Toc92191459 \h </w:instrText>
        </w:r>
        <w:r w:rsidR="00DF0B72">
          <w:rPr>
            <w:noProof/>
            <w:webHidden/>
          </w:rPr>
        </w:r>
        <w:r w:rsidR="00DF0B72">
          <w:rPr>
            <w:noProof/>
            <w:webHidden/>
          </w:rPr>
          <w:fldChar w:fldCharType="separate"/>
        </w:r>
        <w:r w:rsidR="001C3098">
          <w:rPr>
            <w:noProof/>
            <w:webHidden/>
          </w:rPr>
          <w:t>20</w:t>
        </w:r>
        <w:r w:rsidR="00DF0B72">
          <w:rPr>
            <w:noProof/>
            <w:webHidden/>
          </w:rPr>
          <w:fldChar w:fldCharType="end"/>
        </w:r>
      </w:hyperlink>
    </w:p>
    <w:p w14:paraId="21851D6D" w14:textId="3C1CC040" w:rsidR="00DF0B72" w:rsidRDefault="00822B63">
      <w:pPr>
        <w:pStyle w:val="Obsah1"/>
        <w:rPr>
          <w:rFonts w:eastAsiaTheme="minorEastAsia"/>
          <w:caps w:val="0"/>
          <w:noProof/>
          <w:sz w:val="22"/>
          <w:szCs w:val="22"/>
          <w:lang w:eastAsia="cs-CZ"/>
        </w:rPr>
      </w:pPr>
      <w:hyperlink w:anchor="_Toc92191460" w:history="1">
        <w:r w:rsidR="00DF0B72" w:rsidRPr="005C1702">
          <w:rPr>
            <w:rStyle w:val="Hypertextovodkaz"/>
          </w:rPr>
          <w:t>17.</w:t>
        </w:r>
        <w:r w:rsidR="00DF0B72">
          <w:rPr>
            <w:rFonts w:eastAsiaTheme="minorEastAsia"/>
            <w:caps w:val="0"/>
            <w:noProof/>
            <w:sz w:val="22"/>
            <w:szCs w:val="22"/>
            <w:lang w:eastAsia="cs-CZ"/>
          </w:rPr>
          <w:tab/>
        </w:r>
        <w:r w:rsidR="00DF0B72" w:rsidRPr="005C1702">
          <w:rPr>
            <w:rStyle w:val="Hypertextovodkaz"/>
          </w:rPr>
          <w:t>HODNOCENÍ NABÍDEK</w:t>
        </w:r>
        <w:r w:rsidR="00DF0B72">
          <w:rPr>
            <w:noProof/>
            <w:webHidden/>
          </w:rPr>
          <w:tab/>
        </w:r>
        <w:r w:rsidR="00DF0B72">
          <w:rPr>
            <w:noProof/>
            <w:webHidden/>
          </w:rPr>
          <w:fldChar w:fldCharType="begin"/>
        </w:r>
        <w:r w:rsidR="00DF0B72">
          <w:rPr>
            <w:noProof/>
            <w:webHidden/>
          </w:rPr>
          <w:instrText xml:space="preserve"> PAGEREF _Toc92191460 \h </w:instrText>
        </w:r>
        <w:r w:rsidR="00DF0B72">
          <w:rPr>
            <w:noProof/>
            <w:webHidden/>
          </w:rPr>
        </w:r>
        <w:r w:rsidR="00DF0B72">
          <w:rPr>
            <w:noProof/>
            <w:webHidden/>
          </w:rPr>
          <w:fldChar w:fldCharType="separate"/>
        </w:r>
        <w:r w:rsidR="001C3098">
          <w:rPr>
            <w:noProof/>
            <w:webHidden/>
          </w:rPr>
          <w:t>22</w:t>
        </w:r>
        <w:r w:rsidR="00DF0B72">
          <w:rPr>
            <w:noProof/>
            <w:webHidden/>
          </w:rPr>
          <w:fldChar w:fldCharType="end"/>
        </w:r>
      </w:hyperlink>
    </w:p>
    <w:p w14:paraId="0AC69201" w14:textId="79377256" w:rsidR="00DF0B72" w:rsidRDefault="00822B63">
      <w:pPr>
        <w:pStyle w:val="Obsah1"/>
        <w:rPr>
          <w:rFonts w:eastAsiaTheme="minorEastAsia"/>
          <w:caps w:val="0"/>
          <w:noProof/>
          <w:sz w:val="22"/>
          <w:szCs w:val="22"/>
          <w:lang w:eastAsia="cs-CZ"/>
        </w:rPr>
      </w:pPr>
      <w:hyperlink w:anchor="_Toc92191461" w:history="1">
        <w:r w:rsidR="00DF0B72" w:rsidRPr="005C1702">
          <w:rPr>
            <w:rStyle w:val="Hypertextovodkaz"/>
          </w:rPr>
          <w:t>18.</w:t>
        </w:r>
        <w:r w:rsidR="00DF0B72">
          <w:rPr>
            <w:rFonts w:eastAsiaTheme="minorEastAsia"/>
            <w:caps w:val="0"/>
            <w:noProof/>
            <w:sz w:val="22"/>
            <w:szCs w:val="22"/>
            <w:lang w:eastAsia="cs-CZ"/>
          </w:rPr>
          <w:tab/>
        </w:r>
        <w:r w:rsidR="00DF0B72" w:rsidRPr="005C1702">
          <w:rPr>
            <w:rStyle w:val="Hypertextovodkaz"/>
          </w:rPr>
          <w:t>ZRUŠENÍ VÝBĚROVÉHO ŘÍZENÍ</w:t>
        </w:r>
        <w:r w:rsidR="00DF0B72">
          <w:rPr>
            <w:noProof/>
            <w:webHidden/>
          </w:rPr>
          <w:tab/>
        </w:r>
        <w:r w:rsidR="00DF0B72">
          <w:rPr>
            <w:noProof/>
            <w:webHidden/>
          </w:rPr>
          <w:fldChar w:fldCharType="begin"/>
        </w:r>
        <w:r w:rsidR="00DF0B72">
          <w:rPr>
            <w:noProof/>
            <w:webHidden/>
          </w:rPr>
          <w:instrText xml:space="preserve"> PAGEREF _Toc92191461 \h </w:instrText>
        </w:r>
        <w:r w:rsidR="00DF0B72">
          <w:rPr>
            <w:noProof/>
            <w:webHidden/>
          </w:rPr>
        </w:r>
        <w:r w:rsidR="00DF0B72">
          <w:rPr>
            <w:noProof/>
            <w:webHidden/>
          </w:rPr>
          <w:fldChar w:fldCharType="separate"/>
        </w:r>
        <w:r w:rsidR="001C3098">
          <w:rPr>
            <w:noProof/>
            <w:webHidden/>
          </w:rPr>
          <w:t>22</w:t>
        </w:r>
        <w:r w:rsidR="00DF0B72">
          <w:rPr>
            <w:noProof/>
            <w:webHidden/>
          </w:rPr>
          <w:fldChar w:fldCharType="end"/>
        </w:r>
      </w:hyperlink>
    </w:p>
    <w:p w14:paraId="7EDBD4B3" w14:textId="6AB08F21" w:rsidR="00DF0B72" w:rsidRDefault="00822B63">
      <w:pPr>
        <w:pStyle w:val="Obsah1"/>
        <w:rPr>
          <w:rFonts w:eastAsiaTheme="minorEastAsia"/>
          <w:caps w:val="0"/>
          <w:noProof/>
          <w:sz w:val="22"/>
          <w:szCs w:val="22"/>
          <w:lang w:eastAsia="cs-CZ"/>
        </w:rPr>
      </w:pPr>
      <w:hyperlink w:anchor="_Toc92191462" w:history="1">
        <w:r w:rsidR="00DF0B72" w:rsidRPr="005C1702">
          <w:rPr>
            <w:rStyle w:val="Hypertextovodkaz"/>
          </w:rPr>
          <w:t>19.</w:t>
        </w:r>
        <w:r w:rsidR="00DF0B72">
          <w:rPr>
            <w:rFonts w:eastAsiaTheme="minorEastAsia"/>
            <w:caps w:val="0"/>
            <w:noProof/>
            <w:sz w:val="22"/>
            <w:szCs w:val="22"/>
            <w:lang w:eastAsia="cs-CZ"/>
          </w:rPr>
          <w:tab/>
        </w:r>
        <w:r w:rsidR="00DF0B72" w:rsidRPr="005C1702">
          <w:rPr>
            <w:rStyle w:val="Hypertextovodkaz"/>
          </w:rPr>
          <w:t>UZAVŘENÍ SMLOUVY</w:t>
        </w:r>
        <w:r w:rsidR="00DF0B72">
          <w:rPr>
            <w:noProof/>
            <w:webHidden/>
          </w:rPr>
          <w:tab/>
        </w:r>
        <w:r w:rsidR="00DF0B72">
          <w:rPr>
            <w:noProof/>
            <w:webHidden/>
          </w:rPr>
          <w:fldChar w:fldCharType="begin"/>
        </w:r>
        <w:r w:rsidR="00DF0B72">
          <w:rPr>
            <w:noProof/>
            <w:webHidden/>
          </w:rPr>
          <w:instrText xml:space="preserve"> PAGEREF _Toc92191462 \h </w:instrText>
        </w:r>
        <w:r w:rsidR="00DF0B72">
          <w:rPr>
            <w:noProof/>
            <w:webHidden/>
          </w:rPr>
        </w:r>
        <w:r w:rsidR="00DF0B72">
          <w:rPr>
            <w:noProof/>
            <w:webHidden/>
          </w:rPr>
          <w:fldChar w:fldCharType="separate"/>
        </w:r>
        <w:r w:rsidR="001C3098">
          <w:rPr>
            <w:noProof/>
            <w:webHidden/>
          </w:rPr>
          <w:t>22</w:t>
        </w:r>
        <w:r w:rsidR="00DF0B72">
          <w:rPr>
            <w:noProof/>
            <w:webHidden/>
          </w:rPr>
          <w:fldChar w:fldCharType="end"/>
        </w:r>
      </w:hyperlink>
    </w:p>
    <w:p w14:paraId="527BDAE6" w14:textId="576DAD74" w:rsidR="00DF0B72" w:rsidRDefault="00822B63">
      <w:pPr>
        <w:pStyle w:val="Obsah1"/>
        <w:rPr>
          <w:rFonts w:eastAsiaTheme="minorEastAsia"/>
          <w:caps w:val="0"/>
          <w:noProof/>
          <w:sz w:val="22"/>
          <w:szCs w:val="22"/>
          <w:lang w:eastAsia="cs-CZ"/>
        </w:rPr>
      </w:pPr>
      <w:hyperlink w:anchor="_Toc92191463" w:history="1">
        <w:r w:rsidR="00DF0B72" w:rsidRPr="005C1702">
          <w:rPr>
            <w:rStyle w:val="Hypertextovodkaz"/>
          </w:rPr>
          <w:t>20.</w:t>
        </w:r>
        <w:r w:rsidR="00DF0B72">
          <w:rPr>
            <w:rFonts w:eastAsiaTheme="minorEastAsia"/>
            <w:caps w:val="0"/>
            <w:noProof/>
            <w:sz w:val="22"/>
            <w:szCs w:val="22"/>
            <w:lang w:eastAsia="cs-CZ"/>
          </w:rPr>
          <w:tab/>
        </w:r>
        <w:r w:rsidR="00DF0B72" w:rsidRPr="005C1702">
          <w:rPr>
            <w:rStyle w:val="Hypertextovodkaz"/>
          </w:rPr>
          <w:t>OCHRANA INFORMACÍ</w:t>
        </w:r>
        <w:r w:rsidR="00DF0B72">
          <w:rPr>
            <w:noProof/>
            <w:webHidden/>
          </w:rPr>
          <w:tab/>
        </w:r>
        <w:r w:rsidR="00DF0B72">
          <w:rPr>
            <w:noProof/>
            <w:webHidden/>
          </w:rPr>
          <w:fldChar w:fldCharType="begin"/>
        </w:r>
        <w:r w:rsidR="00DF0B72">
          <w:rPr>
            <w:noProof/>
            <w:webHidden/>
          </w:rPr>
          <w:instrText xml:space="preserve"> PAGEREF _Toc92191463 \h </w:instrText>
        </w:r>
        <w:r w:rsidR="00DF0B72">
          <w:rPr>
            <w:noProof/>
            <w:webHidden/>
          </w:rPr>
        </w:r>
        <w:r w:rsidR="00DF0B72">
          <w:rPr>
            <w:noProof/>
            <w:webHidden/>
          </w:rPr>
          <w:fldChar w:fldCharType="separate"/>
        </w:r>
        <w:r w:rsidR="001C3098">
          <w:rPr>
            <w:noProof/>
            <w:webHidden/>
          </w:rPr>
          <w:t>23</w:t>
        </w:r>
        <w:r w:rsidR="00DF0B72">
          <w:rPr>
            <w:noProof/>
            <w:webHidden/>
          </w:rPr>
          <w:fldChar w:fldCharType="end"/>
        </w:r>
      </w:hyperlink>
    </w:p>
    <w:p w14:paraId="74899DC4" w14:textId="63CE2088" w:rsidR="00DF0B72" w:rsidRDefault="00822B63">
      <w:pPr>
        <w:pStyle w:val="Obsah1"/>
        <w:rPr>
          <w:rFonts w:eastAsiaTheme="minorEastAsia"/>
          <w:caps w:val="0"/>
          <w:noProof/>
          <w:sz w:val="22"/>
          <w:szCs w:val="22"/>
          <w:lang w:eastAsia="cs-CZ"/>
        </w:rPr>
      </w:pPr>
      <w:hyperlink w:anchor="_Toc92191464" w:history="1">
        <w:r w:rsidR="00DF0B72" w:rsidRPr="005C1702">
          <w:rPr>
            <w:rStyle w:val="Hypertextovodkaz"/>
          </w:rPr>
          <w:t>21.</w:t>
        </w:r>
        <w:r w:rsidR="00DF0B72">
          <w:rPr>
            <w:rFonts w:eastAsiaTheme="minorEastAsia"/>
            <w:caps w:val="0"/>
            <w:noProof/>
            <w:sz w:val="22"/>
            <w:szCs w:val="22"/>
            <w:lang w:eastAsia="cs-CZ"/>
          </w:rPr>
          <w:tab/>
        </w:r>
        <w:r w:rsidR="00DF0B72" w:rsidRPr="005C1702">
          <w:rPr>
            <w:rStyle w:val="Hypertextovodkaz"/>
          </w:rPr>
          <w:t>SOCIÁLNĚ A ENVIRONMENTÁLNĚ ODPOVĚDNÉ ZADÁVÁNÍ, INOVACE</w:t>
        </w:r>
        <w:r w:rsidR="00DF0B72">
          <w:rPr>
            <w:noProof/>
            <w:webHidden/>
          </w:rPr>
          <w:tab/>
        </w:r>
        <w:r w:rsidR="00DF0B72">
          <w:rPr>
            <w:noProof/>
            <w:webHidden/>
          </w:rPr>
          <w:fldChar w:fldCharType="begin"/>
        </w:r>
        <w:r w:rsidR="00DF0B72">
          <w:rPr>
            <w:noProof/>
            <w:webHidden/>
          </w:rPr>
          <w:instrText xml:space="preserve"> PAGEREF _Toc92191464 \h </w:instrText>
        </w:r>
        <w:r w:rsidR="00DF0B72">
          <w:rPr>
            <w:noProof/>
            <w:webHidden/>
          </w:rPr>
        </w:r>
        <w:r w:rsidR="00DF0B72">
          <w:rPr>
            <w:noProof/>
            <w:webHidden/>
          </w:rPr>
          <w:fldChar w:fldCharType="separate"/>
        </w:r>
        <w:r w:rsidR="001C3098">
          <w:rPr>
            <w:noProof/>
            <w:webHidden/>
          </w:rPr>
          <w:t>24</w:t>
        </w:r>
        <w:r w:rsidR="00DF0B72">
          <w:rPr>
            <w:noProof/>
            <w:webHidden/>
          </w:rPr>
          <w:fldChar w:fldCharType="end"/>
        </w:r>
      </w:hyperlink>
    </w:p>
    <w:p w14:paraId="5E765DD7" w14:textId="2D294933" w:rsidR="00DF0B72" w:rsidRDefault="00822B63">
      <w:pPr>
        <w:pStyle w:val="Obsah1"/>
        <w:rPr>
          <w:rFonts w:eastAsiaTheme="minorEastAsia"/>
          <w:caps w:val="0"/>
          <w:noProof/>
          <w:sz w:val="22"/>
          <w:szCs w:val="22"/>
          <w:lang w:eastAsia="cs-CZ"/>
        </w:rPr>
      </w:pPr>
      <w:hyperlink w:anchor="_Toc92191465" w:history="1">
        <w:r w:rsidR="00DF0B72" w:rsidRPr="005C1702">
          <w:rPr>
            <w:rStyle w:val="Hypertextovodkaz"/>
          </w:rPr>
          <w:t>22.</w:t>
        </w:r>
        <w:r w:rsidR="00DF0B72">
          <w:rPr>
            <w:rFonts w:eastAsiaTheme="minorEastAsia"/>
            <w:caps w:val="0"/>
            <w:noProof/>
            <w:sz w:val="22"/>
            <w:szCs w:val="22"/>
            <w:lang w:eastAsia="cs-CZ"/>
          </w:rPr>
          <w:tab/>
        </w:r>
        <w:r w:rsidR="00DF0B72" w:rsidRPr="005C1702">
          <w:rPr>
            <w:rStyle w:val="Hypertextovodkaz"/>
          </w:rPr>
          <w:t>PŘÍLOHY TÉTO VÝZVY</w:t>
        </w:r>
        <w:r w:rsidR="00DF0B72">
          <w:rPr>
            <w:noProof/>
            <w:webHidden/>
          </w:rPr>
          <w:tab/>
        </w:r>
        <w:r w:rsidR="00DF0B72">
          <w:rPr>
            <w:noProof/>
            <w:webHidden/>
          </w:rPr>
          <w:fldChar w:fldCharType="begin"/>
        </w:r>
        <w:r w:rsidR="00DF0B72">
          <w:rPr>
            <w:noProof/>
            <w:webHidden/>
          </w:rPr>
          <w:instrText xml:space="preserve"> PAGEREF _Toc92191465 \h </w:instrText>
        </w:r>
        <w:r w:rsidR="00DF0B72">
          <w:rPr>
            <w:noProof/>
            <w:webHidden/>
          </w:rPr>
        </w:r>
        <w:r w:rsidR="00DF0B72">
          <w:rPr>
            <w:noProof/>
            <w:webHidden/>
          </w:rPr>
          <w:fldChar w:fldCharType="separate"/>
        </w:r>
        <w:r w:rsidR="001C3098">
          <w:rPr>
            <w:noProof/>
            <w:webHidden/>
          </w:rPr>
          <w:t>24</w:t>
        </w:r>
        <w:r w:rsidR="00DF0B72">
          <w:rPr>
            <w:noProof/>
            <w:webHidden/>
          </w:rPr>
          <w:fldChar w:fldCharType="end"/>
        </w:r>
      </w:hyperlink>
    </w:p>
    <w:p w14:paraId="6BCC7D72" w14:textId="6440298D"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bookmarkStart w:id="0" w:name="_GoBack"/>
      <w:bookmarkEnd w:id="0"/>
    </w:p>
    <w:p w14:paraId="499195F5" w14:textId="77777777" w:rsidR="0035531B" w:rsidRDefault="0035531B" w:rsidP="0035531B">
      <w:pPr>
        <w:pStyle w:val="Nadpis1-1"/>
      </w:pPr>
      <w:bookmarkStart w:id="1" w:name="_Toc92191444"/>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92191445"/>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0602311" w14:textId="7E4DE5E2" w:rsidR="0035531B" w:rsidRPr="000174E8" w:rsidRDefault="0035531B" w:rsidP="0035531B">
      <w:pPr>
        <w:pStyle w:val="Textbezslovn"/>
        <w:spacing w:after="0"/>
        <w:ind w:left="2127" w:hanging="1390"/>
      </w:pPr>
      <w:r>
        <w:t xml:space="preserve">zastoupená: </w:t>
      </w:r>
      <w:r>
        <w:tab/>
      </w:r>
      <w:r w:rsidR="005575E1" w:rsidRPr="005575E1">
        <w:t>Ing. Miroslavem Bocákem, ředitelem organizační jednotky Stavební správa východ, na základě Řádu SŽ R3 Podpisový řád Správy železnic, státní organizace.</w:t>
      </w:r>
    </w:p>
    <w:p w14:paraId="032DFE86" w14:textId="1B5814D7" w:rsidR="0035531B" w:rsidRDefault="0035531B" w:rsidP="0035531B">
      <w:pPr>
        <w:pStyle w:val="Textbezslovn"/>
      </w:pPr>
      <w:r w:rsidRPr="000174E8">
        <w:tab/>
      </w:r>
      <w:r w:rsidRPr="000174E8">
        <w:tab/>
      </w:r>
    </w:p>
    <w:p w14:paraId="168A08C4" w14:textId="3A0EC90E" w:rsidR="0035531B" w:rsidRDefault="0035531B" w:rsidP="0035531B">
      <w:pPr>
        <w:pStyle w:val="Nadpis1-1"/>
      </w:pPr>
      <w:bookmarkStart w:id="7" w:name="_Toc92191446"/>
      <w:r>
        <w:lastRenderedPageBreak/>
        <w:t>KOMUNIKACE MEZI ZADAVATELEM</w:t>
      </w:r>
      <w:r w:rsidR="00845C50">
        <w:t xml:space="preserve"> a </w:t>
      </w:r>
      <w:r>
        <w:t>DODAVATELEM</w:t>
      </w:r>
      <w:bookmarkEnd w:id="7"/>
      <w:r>
        <w:t xml:space="preserve"> </w:t>
      </w:r>
    </w:p>
    <w:p w14:paraId="487EFDE4"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4ADEDE58" w14:textId="2890768E" w:rsidR="0035531B" w:rsidRDefault="0035531B" w:rsidP="005575E1">
      <w:pPr>
        <w:pStyle w:val="Text1-1"/>
      </w:pPr>
      <w:r>
        <w:t xml:space="preserve">Kontaktní osobou zadavatele pro </w:t>
      </w:r>
      <w:r w:rsidR="009531C1">
        <w:t xml:space="preserve">výběrové </w:t>
      </w:r>
      <w:r>
        <w:t xml:space="preserve">řízení je: </w:t>
      </w:r>
      <w:r w:rsidR="005575E1" w:rsidRPr="005575E1">
        <w:t>Renáta Majerová</w:t>
      </w:r>
    </w:p>
    <w:p w14:paraId="5CB81254" w14:textId="77777777" w:rsidR="005575E1" w:rsidRPr="00EA635B" w:rsidRDefault="005575E1" w:rsidP="005575E1">
      <w:pPr>
        <w:spacing w:after="0"/>
        <w:ind w:left="737"/>
        <w:jc w:val="both"/>
        <w:rPr>
          <w:rFonts w:ascii="Verdana" w:eastAsia="Verdana" w:hAnsi="Verdana" w:cs="Times New Roman"/>
        </w:rPr>
      </w:pPr>
      <w:r w:rsidRPr="00EA635B">
        <w:rPr>
          <w:rFonts w:ascii="Verdana" w:eastAsia="Verdana" w:hAnsi="Verdana" w:cs="Times New Roman"/>
        </w:rPr>
        <w:t xml:space="preserve">telefon: </w:t>
      </w:r>
      <w:r w:rsidRPr="00EA635B">
        <w:rPr>
          <w:rFonts w:ascii="Verdana" w:eastAsia="Verdana" w:hAnsi="Verdana" w:cs="Times New Roman"/>
        </w:rPr>
        <w:tab/>
        <w:t>724 932 325</w:t>
      </w:r>
    </w:p>
    <w:p w14:paraId="1CA3F70F" w14:textId="77777777" w:rsidR="005575E1" w:rsidRPr="00EA635B" w:rsidRDefault="005575E1" w:rsidP="005575E1">
      <w:pPr>
        <w:spacing w:after="0"/>
        <w:ind w:left="737"/>
        <w:jc w:val="both"/>
        <w:rPr>
          <w:rFonts w:ascii="Verdana" w:eastAsia="Verdana" w:hAnsi="Verdana" w:cs="Times New Roman"/>
        </w:rPr>
      </w:pPr>
      <w:r w:rsidRPr="00EA635B">
        <w:rPr>
          <w:rFonts w:ascii="Verdana" w:eastAsia="Verdana" w:hAnsi="Verdana" w:cs="Times New Roman"/>
        </w:rPr>
        <w:t xml:space="preserve">e-mail: </w:t>
      </w:r>
      <w:r w:rsidRPr="00EA635B">
        <w:rPr>
          <w:rFonts w:ascii="Verdana" w:eastAsia="Verdana" w:hAnsi="Verdana" w:cs="Times New Roman"/>
        </w:rPr>
        <w:tab/>
        <w:t>Majerova@spravazeleznic.cz</w:t>
      </w:r>
    </w:p>
    <w:p w14:paraId="5949CC6B" w14:textId="77777777" w:rsidR="005575E1" w:rsidRPr="00EA635B" w:rsidRDefault="005575E1" w:rsidP="005575E1">
      <w:pPr>
        <w:spacing w:after="0"/>
        <w:ind w:left="737"/>
        <w:jc w:val="both"/>
        <w:rPr>
          <w:rFonts w:ascii="Verdana" w:eastAsia="Verdana" w:hAnsi="Verdana" w:cs="Times New Roman"/>
        </w:rPr>
      </w:pPr>
      <w:r w:rsidRPr="00EA635B">
        <w:rPr>
          <w:rFonts w:ascii="Verdana" w:eastAsia="Verdana" w:hAnsi="Verdana" w:cs="Times New Roman"/>
        </w:rPr>
        <w:t xml:space="preserve">adresa: </w:t>
      </w:r>
      <w:r w:rsidRPr="00EA635B">
        <w:rPr>
          <w:rFonts w:ascii="Verdana" w:eastAsia="Verdana" w:hAnsi="Verdana" w:cs="Times New Roman"/>
        </w:rPr>
        <w:tab/>
        <w:t xml:space="preserve">Správa železnic, státní organizace, Stavební správa východ, </w:t>
      </w:r>
    </w:p>
    <w:p w14:paraId="7F341A21" w14:textId="77777777" w:rsidR="005575E1" w:rsidRPr="00EA635B" w:rsidRDefault="005575E1" w:rsidP="005575E1">
      <w:pPr>
        <w:spacing w:after="0"/>
        <w:ind w:left="737"/>
        <w:jc w:val="both"/>
        <w:rPr>
          <w:rFonts w:ascii="Verdana" w:eastAsia="Verdana" w:hAnsi="Verdana" w:cs="Times New Roman"/>
        </w:rPr>
      </w:pPr>
      <w:r w:rsidRPr="00EA635B">
        <w:rPr>
          <w:rFonts w:ascii="Verdana" w:eastAsia="Verdana" w:hAnsi="Verdana" w:cs="Times New Roman"/>
        </w:rPr>
        <w:t xml:space="preserve">                      Nerudova 1, 779 00 Olomouc</w:t>
      </w:r>
    </w:p>
    <w:p w14:paraId="7AFE4171" w14:textId="77777777" w:rsidR="0035531B" w:rsidRDefault="0035531B" w:rsidP="0035531B">
      <w:pPr>
        <w:pStyle w:val="Nadpis1-1"/>
      </w:pPr>
      <w:bookmarkStart w:id="8" w:name="_Toc92191447"/>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4CD65912" w:rsidR="0035531B" w:rsidRDefault="005575E1" w:rsidP="0035531B">
      <w:pPr>
        <w:pStyle w:val="Textbezslovn"/>
      </w:pPr>
      <w:r w:rsidRPr="005575E1">
        <w:t>Účelem stavby je provedení takových opatření, které zajistí zlepšení stávajícího nevyhovujícího stavu, zajistí zvýšení bezpečnosti a komfortu cestujících a spolehlivé provozování železniční dopravy v daném úseku.</w:t>
      </w:r>
    </w:p>
    <w:p w14:paraId="09962EBD" w14:textId="77777777" w:rsidR="0035531B" w:rsidRDefault="0035531B" w:rsidP="0035531B">
      <w:pPr>
        <w:pStyle w:val="Text1-1"/>
      </w:pPr>
      <w:r>
        <w:t>Předmět plnění veřejné zakázky</w:t>
      </w:r>
    </w:p>
    <w:p w14:paraId="1D4974AF" w14:textId="77777777" w:rsidR="005575E1" w:rsidRDefault="005575E1" w:rsidP="006F6B09">
      <w:pPr>
        <w:pStyle w:val="Textbezslovn"/>
      </w:pPr>
      <w:r w:rsidRPr="005575E1">
        <w:t>Předmětem stavby je vybudování nového bezbariérového nástupiště na zastávce Ledečky. Součástí stavby je výstavba nového přístřešku pro cestující a přístupové cesty na nástupiště.</w:t>
      </w:r>
    </w:p>
    <w:p w14:paraId="05606675" w14:textId="0D7A061E"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CPV kód  45234110-0 Výstavba meziměstských železničních drah</w:t>
      </w:r>
    </w:p>
    <w:p w14:paraId="648C7B26" w14:textId="77777777" w:rsidR="00F0634D" w:rsidRDefault="00F0634D" w:rsidP="005575E1">
      <w:pPr>
        <w:pStyle w:val="Textbezslovn"/>
        <w:ind w:left="0"/>
        <w:rPr>
          <w:highlight w:val="green"/>
        </w:rPr>
      </w:pPr>
    </w:p>
    <w:p w14:paraId="7C5D56BD"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92191448"/>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15A5446B"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3276359E" w14:textId="006679EC" w:rsidR="00AE6199" w:rsidRPr="00AE6199" w:rsidRDefault="00AE6199" w:rsidP="00AE6199">
      <w:pPr>
        <w:pStyle w:val="Text1-1"/>
      </w:pPr>
      <w:r w:rsidRPr="00AE6199">
        <w:t xml:space="preserve">Předpokládaná hodnota veřejné zakázky činí </w:t>
      </w:r>
      <w:r w:rsidRPr="00AE6199">
        <w:rPr>
          <w:b/>
        </w:rPr>
        <w:t>7 621 375,- Kč</w:t>
      </w:r>
      <w:r w:rsidRPr="00AE6199">
        <w:t xml:space="preserve"> (bez DPH).</w:t>
      </w:r>
    </w:p>
    <w:p w14:paraId="041DE93A" w14:textId="77777777" w:rsidR="0035531B" w:rsidRDefault="0035531B" w:rsidP="006F6B09">
      <w:pPr>
        <w:pStyle w:val="Nadpis1-1"/>
      </w:pPr>
      <w:bookmarkStart w:id="10" w:name="_Toc92191449"/>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lastRenderedPageBreak/>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4A5EB478" w:rsidR="0035531B" w:rsidRDefault="00FD39DE" w:rsidP="00C03155">
      <w:pPr>
        <w:pStyle w:val="Text1-1"/>
      </w:pPr>
      <w:r>
        <w:t xml:space="preserve">Zadávací dokumentace je přístupná na profilu zadavatele: </w:t>
      </w:r>
      <w:hyperlink r:id="rId12"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61FC12DB" w:rsidR="0035531B" w:rsidRPr="008513D8" w:rsidRDefault="00FD39DE" w:rsidP="00C03155">
      <w:pPr>
        <w:pStyle w:val="Text1-1"/>
      </w:pPr>
      <w:r w:rsidRPr="008513D8">
        <w:t>Zadavatel sděluje, že následující části zadávací dokumentace vypracovala osoba odlišná</w:t>
      </w:r>
      <w:r w:rsidRPr="00FD39DE">
        <w:t xml:space="preserve"> od zadavatele, a to: </w:t>
      </w:r>
      <w:r w:rsidR="00C03155" w:rsidRPr="00C03155">
        <w:t>DSP (Projekt stavby), zpracovaná společností Prodin a.s., se sídlem K Vápence 2745, 530 02 Pardubice, IČO: 25292161</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1" w:name="_Toc92191450"/>
      <w:r>
        <w:t>VYSVĚTLENÍ, ZMĚNY</w:t>
      </w:r>
      <w:r w:rsidR="00845C50">
        <w:t xml:space="preserve"> </w:t>
      </w:r>
      <w:r w:rsidR="00776A8A">
        <w:t>A</w:t>
      </w:r>
      <w:r w:rsidR="00845C50">
        <w:t> </w:t>
      </w:r>
      <w:r>
        <w:t>DOPLNĚNÍ ZADÁVACÍ DOKUMENTACE</w:t>
      </w:r>
      <w:bookmarkEnd w:id="11"/>
      <w:r>
        <w:t xml:space="preserve"> </w:t>
      </w:r>
    </w:p>
    <w:p w14:paraId="3A8E6C92" w14:textId="2C7643CE"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A6336E">
          <w:rPr>
            <w:rStyle w:val="Hypertextovodkaz"/>
            <w:noProof w:val="0"/>
          </w:rPr>
          <w:t>https://zakazky.spravazeleznic.cz/</w:t>
        </w:r>
      </w:hyperlink>
      <w:r w:rsidRPr="00FD39DE">
        <w:t xml:space="preserve">. Písemná žádost musí být zadavateli doručena </w:t>
      </w:r>
      <w:r w:rsidRPr="00C03155">
        <w:rPr>
          <w:b/>
        </w:rPr>
        <w:t>nejpozději 4 pracovní dny</w:t>
      </w:r>
      <w:r w:rsidR="00B07880">
        <w:t xml:space="preserve"> </w:t>
      </w:r>
      <w:r w:rsidRPr="00FD39DE">
        <w:t>před uplynutím lhůty pro podání nabídek</w:t>
      </w:r>
      <w:r w:rsidR="00693188">
        <w:t>, jinak zadavatel není povinen vysvětlení poskytnout</w:t>
      </w:r>
      <w:r w:rsidRPr="00FD39DE">
        <w:t>.</w:t>
      </w:r>
    </w:p>
    <w:p w14:paraId="04E7F2E9" w14:textId="02583022" w:rsidR="0035531B" w:rsidRDefault="00FD39DE" w:rsidP="00FD39DE">
      <w:pPr>
        <w:pStyle w:val="Text1-1"/>
      </w:pPr>
      <w:r w:rsidRPr="00FD39DE">
        <w:t xml:space="preserve">Zadavatel poskytne vysvětlení zadávací dokumentace </w:t>
      </w:r>
      <w:r w:rsidRPr="00C03155">
        <w:t>nejpozději do 2 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 xml:space="preserve">Vysvětlení </w:t>
      </w:r>
      <w:r w:rsidR="00693188" w:rsidRPr="00C03155">
        <w:t xml:space="preserve">zadávací dokumentace může zadavatel poskytnout i bez předchozí žádosti, a to nejméně </w:t>
      </w:r>
      <w:r w:rsidR="00CE5F6A" w:rsidRPr="00C03155">
        <w:t xml:space="preserve">2 dny </w:t>
      </w:r>
      <w:r w:rsidR="00693188" w:rsidRPr="00C03155">
        <w:t>pracovní</w:t>
      </w:r>
      <w:r w:rsidR="00693188">
        <w:t xml:space="preserve"> dny před uplynutím lhůty pro podání nabídek.</w:t>
      </w:r>
    </w:p>
    <w:p w14:paraId="33849454" w14:textId="380DE997" w:rsidR="0035531B" w:rsidRDefault="00FD39DE" w:rsidP="00634A3F">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92191451"/>
      <w:r>
        <w:lastRenderedPageBreak/>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634A3F" w:rsidRDefault="0035531B" w:rsidP="00D10A2D">
      <w:pPr>
        <w:pStyle w:val="Odrka1-2-"/>
      </w:pPr>
      <w:r w:rsidRPr="00634A3F">
        <w:t>Provádění staveb, jejich změn</w:t>
      </w:r>
      <w:r w:rsidR="00845C50" w:rsidRPr="00634A3F">
        <w:t xml:space="preserve"> a </w:t>
      </w:r>
      <w:r w:rsidRPr="00634A3F">
        <w:t>odstraňování,</w:t>
      </w:r>
    </w:p>
    <w:p w14:paraId="3474EEAB" w14:textId="77777777" w:rsidR="0035531B" w:rsidRPr="00634A3F" w:rsidRDefault="0035531B" w:rsidP="00CC4380">
      <w:pPr>
        <w:pStyle w:val="Odrka1-2-"/>
      </w:pPr>
      <w:r w:rsidRPr="00634A3F">
        <w:t>Výkon zeměměřických činností,</w:t>
      </w:r>
    </w:p>
    <w:p w14:paraId="3C96E5EA" w14:textId="3CE0E1D8" w:rsidR="00267CF3" w:rsidRDefault="00267CF3" w:rsidP="00634A3F">
      <w:pPr>
        <w:pStyle w:val="Odrka1-2-"/>
        <w:numPr>
          <w:ilvl w:val="0"/>
          <w:numId w:val="0"/>
        </w:numPr>
      </w:pPr>
    </w:p>
    <w:p w14:paraId="03FF036D" w14:textId="77777777" w:rsidR="0035531B" w:rsidRDefault="0035531B" w:rsidP="00092CC9">
      <w:pPr>
        <w:pStyle w:val="Odrka1-1"/>
      </w:pPr>
      <w:r>
        <w:t>Odborná způsobilost:</w:t>
      </w:r>
    </w:p>
    <w:p w14:paraId="69330FA9" w14:textId="77777777" w:rsidR="00344A9C" w:rsidRPr="0063148A"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63148A">
        <w:t xml:space="preserve">písm. </w:t>
      </w:r>
    </w:p>
    <w:p w14:paraId="66ECC6E5" w14:textId="77777777" w:rsidR="00344A9C" w:rsidRPr="0063148A" w:rsidRDefault="00344A9C" w:rsidP="00344A9C">
      <w:pPr>
        <w:pStyle w:val="Odrka1-1"/>
        <w:numPr>
          <w:ilvl w:val="0"/>
          <w:numId w:val="0"/>
        </w:numPr>
        <w:ind w:left="1190" w:firstLine="341"/>
        <w:rPr>
          <w:b/>
        </w:rPr>
      </w:pPr>
      <w:r w:rsidRPr="0063148A">
        <w:rPr>
          <w:b/>
        </w:rPr>
        <w:t xml:space="preserve">b) </w:t>
      </w:r>
      <w:r w:rsidRPr="0063148A">
        <w:t>dopravní stavby</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25244413"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w:t>
      </w:r>
      <w:r w:rsidRPr="0063148A">
        <w:t xml:space="preserve">odst. 1 písm. </w:t>
      </w:r>
      <w:r w:rsidRPr="0063148A">
        <w:rPr>
          <w:rStyle w:val="Tun9b"/>
        </w:rPr>
        <w:t>a)</w:t>
      </w:r>
      <w:r w:rsidR="00845C50" w:rsidRPr="0063148A">
        <w:rPr>
          <w:rStyle w:val="Tun9b"/>
        </w:rPr>
        <w:t xml:space="preserve"> </w:t>
      </w:r>
      <w:r w:rsidR="00845C50" w:rsidRPr="0063148A">
        <w:rPr>
          <w:rStyle w:val="Tun9b"/>
          <w:b w:val="0"/>
        </w:rPr>
        <w:t>a </w:t>
      </w:r>
      <w:r w:rsidRPr="0063148A">
        <w:rPr>
          <w:rStyle w:val="Tun9b"/>
        </w:rPr>
        <w:t>c)</w:t>
      </w:r>
      <w:r w:rsidRPr="0063148A">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5249DF97" w:rsidR="00F95A2C" w:rsidRDefault="00F95A2C" w:rsidP="00F95A2C">
      <w:pPr>
        <w:pStyle w:val="Textbezslovn"/>
      </w:pPr>
      <w:r w:rsidRPr="00FF498F">
        <w:t xml:space="preserve">Zadavatel požaduje předložení </w:t>
      </w:r>
      <w:r w:rsidRPr="00FF498F">
        <w:rPr>
          <w:b/>
        </w:rPr>
        <w:t>seznamu</w:t>
      </w:r>
      <w:r w:rsidRPr="00FF498F">
        <w:t xml:space="preserve"> stavebních prací </w:t>
      </w:r>
      <w:r w:rsidR="00F6113F" w:rsidRPr="00FF498F">
        <w:t xml:space="preserve">spočívajících v provedení </w:t>
      </w:r>
      <w:r w:rsidR="00BC12B5" w:rsidRPr="00FF498F">
        <w:t>novostavby nebo rekonstrukce</w:t>
      </w:r>
      <w:r w:rsidR="00FF498F" w:rsidRPr="00FF498F">
        <w:t xml:space="preserve"> </w:t>
      </w:r>
      <w:r w:rsidRPr="00FF498F">
        <w:t xml:space="preserve">na stavbách železničních drah, jak jsou vymezeny v § 5 odst. 1 a v § 3 odst. 1 zákona č. 266/1994 Sb., o dráhách, ve znění pozdějších předpisů, </w:t>
      </w:r>
      <w:r w:rsidR="00373447" w:rsidRPr="00FF498F">
        <w:t xml:space="preserve">poskytnutých dodavatelem </w:t>
      </w:r>
      <w:r w:rsidRPr="00FF498F">
        <w:t>za posledních 5</w:t>
      </w:r>
      <w:r w:rsidR="00FF498F" w:rsidRPr="00FF498F">
        <w:t xml:space="preserve"> let </w:t>
      </w:r>
      <w:r w:rsidRPr="00FF498F">
        <w:t>před</w:t>
      </w:r>
      <w:r>
        <w:t xml:space="preserve"> zahájením výběrového řízení (dále jako „</w:t>
      </w:r>
      <w:r w:rsidRPr="00F95A2C">
        <w:rPr>
          <w:b/>
        </w:rPr>
        <w:t>stavební práce</w:t>
      </w:r>
      <w:r>
        <w:t xml:space="preserve">“). </w:t>
      </w:r>
    </w:p>
    <w:p w14:paraId="3D4CF4EA" w14:textId="249E9882"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FF498F">
        <w:t>posledních 5 letech</w:t>
      </w:r>
      <w:r>
        <w:t xml:space="preserve"> před zahájením výběrového řízení řádně poskytl a dokončil minimálně </w:t>
      </w:r>
      <w:r w:rsidRPr="00F95A2C">
        <w:rPr>
          <w:b/>
        </w:rPr>
        <w:t>dvě</w:t>
      </w:r>
      <w:r>
        <w:t xml:space="preserve"> stavební práce v celkové hodnotě v součtu, včetně případných poddodávek, alespoň ve výši </w:t>
      </w:r>
      <w:r w:rsidR="00FF498F" w:rsidRPr="00FF498F">
        <w:rPr>
          <w:b/>
        </w:rPr>
        <w:t>7 500 000,-</w:t>
      </w:r>
      <w:r>
        <w:t xml:space="preserve"> </w:t>
      </w:r>
      <w:r w:rsidRPr="00F95A2C">
        <w:rPr>
          <w:b/>
        </w:rPr>
        <w:t>Kč</w:t>
      </w:r>
      <w:r>
        <w:t xml:space="preserve"> bez DPH, jejichž </w:t>
      </w:r>
      <w:r w:rsidR="00B477DA">
        <w:t xml:space="preserve">předmětem </w:t>
      </w:r>
      <w:r w:rsidR="00FF498F">
        <w:t xml:space="preserve">byla </w:t>
      </w:r>
      <w:r w:rsidRPr="00FF498F">
        <w:t>novostavba</w:t>
      </w:r>
      <w:r w:rsidR="00FF498F" w:rsidRPr="00FF498F">
        <w:t xml:space="preserve"> nebo</w:t>
      </w:r>
      <w:r w:rsidR="005B3472" w:rsidRPr="00FF498F">
        <w:t xml:space="preserve"> rekonstrukce </w:t>
      </w:r>
      <w:r w:rsidRPr="00FF498F">
        <w:t>železničního svršku a spodku,</w:t>
      </w:r>
      <w:r>
        <w:t xml:space="preserve"> přičemž celková hodnota alespoň jedné provedené stavební práce musí, včetně případ</w:t>
      </w:r>
      <w:r w:rsidR="00FF498F">
        <w:t xml:space="preserve">ných poddodávek, činit alespoň </w:t>
      </w:r>
      <w:r w:rsidR="00FF498F" w:rsidRPr="00FF498F">
        <w:rPr>
          <w:b/>
        </w:rPr>
        <w:t>3 750 000,-</w:t>
      </w:r>
      <w:r>
        <w:t xml:space="preserve"> </w:t>
      </w:r>
      <w:r w:rsidRPr="00F95A2C">
        <w:rPr>
          <w:b/>
        </w:rPr>
        <w:t xml:space="preserve">Kč </w:t>
      </w:r>
      <w:r>
        <w:t xml:space="preserve">bez DPH. </w:t>
      </w:r>
      <w:r w:rsidR="005E33AB">
        <w:t xml:space="preserve">Hodnotou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24E17187" w14:textId="37CCFD43" w:rsidR="002A1957" w:rsidRDefault="003D42AA" w:rsidP="00FF498F">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w:t>
      </w:r>
      <w:r w:rsidR="00FF498F">
        <w:t>sů (dále jen „stavební zákon“).</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49394E48"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w:t>
      </w:r>
      <w:r>
        <w:lastRenderedPageBreak/>
        <w:t xml:space="preserve">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26A520AE" w:rsidR="002A1957" w:rsidRPr="00BE414F" w:rsidRDefault="002A1957" w:rsidP="002A1957">
      <w:pPr>
        <w:pStyle w:val="Odrka1-1"/>
      </w:pPr>
      <w:r>
        <w:t>Ú</w:t>
      </w:r>
      <w:r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FF498F">
        <w:t xml:space="preserve">posledních </w:t>
      </w:r>
      <w:r w:rsidRPr="00FF498F">
        <w:t xml:space="preserve">5 let </w:t>
      </w:r>
      <w:r w:rsidR="0087311C" w:rsidRPr="00FF498F">
        <w:t xml:space="preserve">před zahájením výběrového řízení </w:t>
      </w:r>
      <w:r w:rsidRPr="00FF498F">
        <w:t xml:space="preserve">se </w:t>
      </w:r>
      <w:r w:rsidR="0087311C" w:rsidRPr="00FF498F">
        <w:t xml:space="preserve">pro účely prokázání technické kvalifikace ohledně referenčních zakázek </w:t>
      </w:r>
      <w:r w:rsidRPr="00FF498F">
        <w:t xml:space="preserve">považuje za splněnou, pokud byly stavební práce </w:t>
      </w:r>
      <w:r w:rsidR="0087311C" w:rsidRPr="00FF498F">
        <w:t xml:space="preserve">dokončeny </w:t>
      </w:r>
      <w:r w:rsidRPr="00FF498F">
        <w:t>v průběhu této doby</w:t>
      </w:r>
      <w:r w:rsidR="0087311C" w:rsidRPr="00FF498F">
        <w:t xml:space="preserve"> nebo kdykoli po zahájení výběrového řízení, včetně doby po podání nabídek, a to nejpozději do doby zadavatelem případně stanovené k předložení údajů a dokladů dle bodu 16.3 této Výzvy. P</w:t>
      </w:r>
      <w:r w:rsidRPr="00FF498F">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FF498F">
        <w:t xml:space="preserve">pro účely prokázání technické kvalifikace v tomto výběrovém řízení </w:t>
      </w:r>
      <w:r w:rsidRPr="00FF498F">
        <w:t xml:space="preserve">rozumí </w:t>
      </w:r>
      <w:r w:rsidR="000E15C8" w:rsidRPr="00FF498F">
        <w:t xml:space="preserve">i </w:t>
      </w:r>
      <w:r w:rsidRPr="00FF498F">
        <w:t>uvedení díla</w:t>
      </w:r>
      <w:r w:rsidR="000E15C8" w:rsidRPr="00FF498F">
        <w:t>, resp. poslední části</w:t>
      </w:r>
      <w:r w:rsidR="00560665" w:rsidRPr="00FF498F">
        <w:t xml:space="preserve"> stavební práce</w:t>
      </w:r>
      <w:r w:rsidR="000E15C8" w:rsidRPr="00FF498F">
        <w:t>,</w:t>
      </w:r>
      <w:r w:rsidRPr="00FF498F">
        <w:t xml:space="preserve"> alespoň do zkušebního provozu. Zadavatel nicméně za dílo dokončené v období posledních 5 let bude považovat též dílo, které v tomto</w:t>
      </w:r>
      <w:r w:rsidRPr="00AF4A09">
        <w:t xml:space="preserve">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 xml:space="preserve">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w:t>
      </w:r>
      <w:r w:rsidRPr="00AF4A09">
        <w:lastRenderedPageBreak/>
        <w:t>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5B4718BA"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w:t>
      </w:r>
      <w:r w:rsidR="000C3CD6">
        <w:lastRenderedPageBreak/>
        <w:t xml:space="preserve">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74DB36A2" w14:textId="77777777" w:rsidR="00FF498F" w:rsidRPr="0083129E" w:rsidRDefault="00FF498F" w:rsidP="00FF498F">
      <w:pPr>
        <w:pStyle w:val="Odstavec1-1a"/>
        <w:numPr>
          <w:ilvl w:val="0"/>
          <w:numId w:val="11"/>
        </w:numPr>
        <w:rPr>
          <w:rStyle w:val="Tun9b"/>
        </w:rPr>
      </w:pPr>
      <w:r w:rsidRPr="0083129E">
        <w:rPr>
          <w:rStyle w:val="Tun9b"/>
        </w:rPr>
        <w:t>stavbyvedoucí</w:t>
      </w:r>
    </w:p>
    <w:p w14:paraId="18CBEDC0" w14:textId="77777777" w:rsidR="00FF498F" w:rsidRPr="0083129E" w:rsidRDefault="00FF498F" w:rsidP="00FF498F">
      <w:pPr>
        <w:pStyle w:val="Odrka1-2-"/>
      </w:pPr>
      <w:r w:rsidRPr="0083129E">
        <w:t>minimálně středoškolské vzdělání;</w:t>
      </w:r>
    </w:p>
    <w:p w14:paraId="626C8CD4" w14:textId="77777777" w:rsidR="00FF498F" w:rsidRPr="0083129E" w:rsidRDefault="00FF498F" w:rsidP="00FF498F">
      <w:pPr>
        <w:pStyle w:val="Odrka1-2-"/>
      </w:pPr>
      <w:r w:rsidRPr="0083129E">
        <w:t xml:space="preserve">nejméně 5 let praxe v řízení provádění staveb železničních drah; </w:t>
      </w:r>
    </w:p>
    <w:p w14:paraId="7963960D" w14:textId="2FD36A61" w:rsidR="00FF498F" w:rsidRPr="0083129E" w:rsidRDefault="00FF498F" w:rsidP="00FF498F">
      <w:pPr>
        <w:pStyle w:val="Odrka1-2-"/>
      </w:pPr>
      <w:r w:rsidRPr="0083129E">
        <w:t xml:space="preserve">zkušenost s řízením realizace alespoň jedné zakázky na stavební práce, jež zahrnovala novostavbu, rekonstrukci nebo opravu stavby železničních drah v hodnotě nejméně </w:t>
      </w:r>
      <w:r>
        <w:rPr>
          <w:b/>
        </w:rPr>
        <w:t>3 7</w:t>
      </w:r>
      <w:r w:rsidR="007B4701">
        <w:rPr>
          <w:b/>
        </w:rPr>
        <w:t>5</w:t>
      </w:r>
      <w:r w:rsidRPr="0083129E">
        <w:rPr>
          <w:b/>
        </w:rPr>
        <w:t>0 000,-</w:t>
      </w:r>
      <w:r w:rsidRPr="0083129E">
        <w:t xml:space="preserve"> </w:t>
      </w:r>
      <w:r w:rsidRPr="0083129E">
        <w:rPr>
          <w:b/>
        </w:rPr>
        <w:t xml:space="preserve">Kč </w:t>
      </w:r>
      <w:r w:rsidRPr="0083129E">
        <w:t xml:space="preserve">bez DPH, a to v posledních 10 letech před zahájením výběrového řízení; </w:t>
      </w:r>
    </w:p>
    <w:p w14:paraId="7C806648" w14:textId="77777777" w:rsidR="00FF498F" w:rsidRPr="0083129E" w:rsidRDefault="00FF498F" w:rsidP="00FF498F">
      <w:pPr>
        <w:pStyle w:val="Odrka1-2-"/>
      </w:pPr>
      <w:r w:rsidRPr="0083129E">
        <w:t xml:space="preserve">musí předložit doklad o autorizaci v rozsahu dle § 5 odst. 3 písm. </w:t>
      </w:r>
      <w:r w:rsidRPr="007B4701">
        <w:rPr>
          <w:b/>
        </w:rPr>
        <w:t>b)</w:t>
      </w:r>
      <w:r w:rsidRPr="0083129E">
        <w:t xml:space="preserve"> autorizačního zákona, tedy v oboru dopravní stavby;</w:t>
      </w:r>
    </w:p>
    <w:p w14:paraId="64E0D835" w14:textId="77777777" w:rsidR="00FF498F" w:rsidRPr="0083129E" w:rsidRDefault="00FF498F" w:rsidP="00FF498F">
      <w:pPr>
        <w:pStyle w:val="Odstavec1-1a"/>
        <w:rPr>
          <w:rStyle w:val="Tun9b"/>
        </w:rPr>
      </w:pPr>
      <w:r w:rsidRPr="0083129E">
        <w:rPr>
          <w:rStyle w:val="Tun9b"/>
        </w:rPr>
        <w:t xml:space="preserve">specialista (vedoucí prací) na železniční svršek a spodek </w:t>
      </w:r>
    </w:p>
    <w:p w14:paraId="20D3536E" w14:textId="77777777" w:rsidR="00FF498F" w:rsidRPr="0083129E" w:rsidRDefault="00FF498F" w:rsidP="00FF498F">
      <w:pPr>
        <w:pStyle w:val="Odrka1-2-"/>
      </w:pPr>
      <w:r w:rsidRPr="0083129E">
        <w:t>minimálně středoškolské vzdělání;</w:t>
      </w:r>
    </w:p>
    <w:p w14:paraId="66346532" w14:textId="77777777" w:rsidR="00FF498F" w:rsidRPr="0083129E" w:rsidRDefault="00FF498F" w:rsidP="00FF498F">
      <w:pPr>
        <w:pStyle w:val="Odrka1-2-"/>
      </w:pPr>
      <w:r w:rsidRPr="0083129E">
        <w:t>nejméně 5 let praxe v oboru své specializace (železniční svršek a spodek) při provádění staveb;</w:t>
      </w:r>
    </w:p>
    <w:p w14:paraId="031B1EE3" w14:textId="77777777" w:rsidR="00FF498F" w:rsidRPr="0083129E" w:rsidRDefault="00FF498F" w:rsidP="00FF498F">
      <w:pPr>
        <w:pStyle w:val="Odstavec1-1a"/>
        <w:rPr>
          <w:rStyle w:val="Tun9b"/>
        </w:rPr>
      </w:pPr>
      <w:r w:rsidRPr="0083129E">
        <w:rPr>
          <w:rStyle w:val="Tun9b"/>
        </w:rPr>
        <w:t>úředně oprávněný zeměměřický inženýr</w:t>
      </w:r>
    </w:p>
    <w:p w14:paraId="4A94E935" w14:textId="2B1775AD" w:rsidR="0035531B" w:rsidRPr="00FF498F" w:rsidRDefault="00FF498F" w:rsidP="00FF498F">
      <w:pPr>
        <w:pStyle w:val="Odrka1-2-"/>
      </w:pPr>
      <w:r w:rsidRPr="0083129E">
        <w:t xml:space="preserve">oprávnění pro ověřování výsledků zeměměřických činností v rozsahu dle § 13 odst. 1 písm. </w:t>
      </w:r>
      <w:r w:rsidRPr="0083129E">
        <w:rPr>
          <w:b/>
        </w:rPr>
        <w:t>a)</w:t>
      </w:r>
      <w:r w:rsidRPr="0083129E">
        <w:t xml:space="preserve"> a </w:t>
      </w:r>
      <w:r w:rsidRPr="0083129E">
        <w:rPr>
          <w:b/>
        </w:rPr>
        <w:t>c)</w:t>
      </w:r>
      <w:r w:rsidRPr="0083129E">
        <w:t xml:space="preserve"> zákona č. 200/1994 Sb., o zeměměřictví a o změně a doplnění některých zákonů souvisejících s jeho zavedením, ve znění pozdějších předpisů;</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14817A8E"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xml:space="preserve">. Zkušenost člena odborného </w:t>
      </w:r>
      <w:r>
        <w:lastRenderedPageBreak/>
        <w:t>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260A70D"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63072270"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w:t>
      </w:r>
      <w:r w:rsidRPr="008B70C7">
        <w:lastRenderedPageBreak/>
        <w:t xml:space="preserve">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 xml:space="preserve">jiném členském státě </w:t>
      </w:r>
      <w:r>
        <w:lastRenderedPageBreak/>
        <w:t>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822B63"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59B2FDDA" w14:textId="70465446" w:rsidR="0035531B" w:rsidRDefault="0035531B" w:rsidP="00482208">
      <w:pPr>
        <w:pStyle w:val="Textbezslovn"/>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 xml:space="preserve">Za </w:t>
      </w:r>
      <w:r w:rsidR="00090767">
        <w:lastRenderedPageBreak/>
        <w:t>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737CB33E"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92191452"/>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62B79244"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Zadavatel požaduje, aby dodavatel v tomto </w:t>
      </w:r>
      <w:r w:rsidR="006A0713">
        <w:lastRenderedPageBreak/>
        <w:t xml:space="preserve">formuláři uvedl rovněž údaje o majetkové struktuře dodavatele a všech </w:t>
      </w:r>
      <w:r w:rsidR="006A0713" w:rsidRPr="00CE1135">
        <w:t xml:space="preserve">poddodavatelů, prostřednictvím kterých v tomto </w:t>
      </w:r>
      <w:r w:rsidR="006A0713">
        <w:t xml:space="preserve">výběrovém </w:t>
      </w:r>
      <w:r w:rsidR="006A0713" w:rsidRPr="00CE1135">
        <w:t>řízení prokazuje kvalifikac</w:t>
      </w:r>
      <w:r w:rsidR="006A0713">
        <w:t>i.</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2523F034"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lastRenderedPageBreak/>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Pr="00545968" w:rsidRDefault="00616090" w:rsidP="00616090">
      <w:pPr>
        <w:pStyle w:val="Text1-1"/>
        <w:rPr>
          <w:b/>
        </w:rPr>
      </w:pPr>
      <w:r w:rsidRPr="00545968">
        <w:rPr>
          <w:b/>
        </w:rPr>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lastRenderedPageBreak/>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92191453"/>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92191454"/>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92191455"/>
      <w:r>
        <w:t>OBSAH</w:t>
      </w:r>
      <w:r w:rsidR="00845C50">
        <w:t xml:space="preserve"> </w:t>
      </w:r>
      <w:r w:rsidR="00776A8A">
        <w:t>A</w:t>
      </w:r>
      <w:r w:rsidR="00845C50">
        <w:t> </w:t>
      </w:r>
      <w:r>
        <w:t>PODÁVÁNÍ NABÍDEK</w:t>
      </w:r>
      <w:bookmarkEnd w:id="16"/>
    </w:p>
    <w:p w14:paraId="1D0681DF"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545968">
        <w:rPr>
          <w:rFonts w:cs="Arial"/>
          <w:b/>
        </w:rPr>
        <w:t>Nabídky lze podat v termínu, který je uveden na profilu zadavatele:</w:t>
      </w:r>
      <w:r w:rsidRPr="00545968">
        <w:rPr>
          <w:rFonts w:cs="Arial"/>
        </w:rPr>
        <w:t xml:space="preserve"> </w:t>
      </w:r>
      <w:hyperlink r:id="rId20" w:history="1">
        <w:r w:rsidRPr="00545968">
          <w:rPr>
            <w:rStyle w:val="Hypertextovodkaz"/>
            <w:rFonts w:cs="Arial"/>
            <w:b/>
            <w:bCs/>
            <w:lang w:eastAsia="cs-CZ"/>
          </w:rPr>
          <w:t>https://zakazky.spravazeleznic.cz/</w:t>
        </w:r>
      </w:hyperlink>
      <w:r w:rsidRPr="00545968">
        <w:rPr>
          <w:rFonts w:cs="Arial"/>
          <w:b/>
        </w:rPr>
        <w:t>.</w:t>
      </w:r>
    </w:p>
    <w:p w14:paraId="562588BD" w14:textId="77777777" w:rsidR="00AB5AE0" w:rsidRPr="00AB5AE0" w:rsidRDefault="00AB5AE0" w:rsidP="00AB5AE0">
      <w:pPr>
        <w:pStyle w:val="Textbezslovn"/>
        <w:spacing w:after="0" w:line="240" w:lineRule="auto"/>
        <w:rPr>
          <w:color w:val="FF0000"/>
        </w:rPr>
      </w:pP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w:t>
      </w:r>
      <w:r w:rsidRPr="003F78E7">
        <w:lastRenderedPageBreak/>
        <w:t xml:space="preserve">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37A07592"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545968">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2BA1B043" w14:textId="77777777" w:rsidR="00695DAA" w:rsidRPr="00545968" w:rsidRDefault="00695DAA" w:rsidP="00695DAA">
      <w:pPr>
        <w:pStyle w:val="Odrka1-1"/>
      </w:pPr>
      <w:r>
        <w:t xml:space="preserve">Další dokumenty, dle uvážení dodavatele, na které nebyl prostor v předcházejících </w:t>
      </w:r>
      <w:r w:rsidRPr="00545968">
        <w:t>částech nabídky.</w:t>
      </w:r>
    </w:p>
    <w:p w14:paraId="74F3B634" w14:textId="41C6B2AD" w:rsidR="0035531B" w:rsidRPr="00545968" w:rsidRDefault="00695DAA" w:rsidP="00695DAA">
      <w:pPr>
        <w:pStyle w:val="Odrka1-1"/>
      </w:pPr>
      <w:r w:rsidRPr="00545968">
        <w:t xml:space="preserve">Oceněný Soupis prací </w:t>
      </w:r>
      <w:r w:rsidR="00BB0379" w:rsidRPr="00545968">
        <w:t>obsažený</w:t>
      </w:r>
      <w:r w:rsidRPr="00545968">
        <w:t xml:space="preserve"> v Dílu 4 zadávací dokumentace</w:t>
      </w:r>
      <w:r w:rsidR="00BB0379" w:rsidRPr="00545968">
        <w:t>, včetně Rekapitulace ceny dle SO a PS</w:t>
      </w:r>
      <w:r w:rsidR="0035531B" w:rsidRPr="00545968">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lastRenderedPageBreak/>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92191456"/>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77777777"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w:t>
      </w:r>
      <w:r w:rsidR="008A5B22">
        <w:t xml:space="preserve">či jinde 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005B808E" w14:textId="77777777" w:rsidR="00AE6199" w:rsidRDefault="00AE6199" w:rsidP="00AE6199">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t>oceněném Soupisu prací</w:t>
      </w:r>
      <w:r w:rsidRPr="008645EE">
        <w:t xml:space="preserve"> bude mít přednost nabídková cena uvedená v návrhu Smlouvy o dílo. </w:t>
      </w:r>
    </w:p>
    <w:p w14:paraId="5D41F7D3" w14:textId="77777777" w:rsidR="0035531B" w:rsidRDefault="0035531B" w:rsidP="004C086E">
      <w:pPr>
        <w:pStyle w:val="Nadpis1-1"/>
      </w:pPr>
      <w:bookmarkStart w:id="18" w:name="_Toc92191457"/>
      <w:r>
        <w:lastRenderedPageBreak/>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1BBE3039"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92191458"/>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92191459"/>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w:t>
      </w:r>
      <w:r w:rsidRPr="004C086E">
        <w:lastRenderedPageBreak/>
        <w:t>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lastRenderedPageBreak/>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92191460"/>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92191461"/>
      <w:r>
        <w:t xml:space="preserve">ZRUŠENÍ </w:t>
      </w:r>
      <w:r w:rsidR="001472A9">
        <w:t xml:space="preserve">VÝBĚROVÉHO </w:t>
      </w:r>
      <w:r>
        <w:t>ŘÍZENÍ</w:t>
      </w:r>
      <w:bookmarkEnd w:id="22"/>
    </w:p>
    <w:p w14:paraId="14CA6728" w14:textId="77777777" w:rsidR="0035531B" w:rsidRPr="0053316E" w:rsidRDefault="007B3D4D" w:rsidP="007B3D4D">
      <w:pPr>
        <w:pStyle w:val="Text1-1"/>
      </w:pPr>
      <w:r w:rsidRPr="007B3D4D">
        <w:t xml:space="preserve">Zadavatel si vyhrazuje právo zrušit výběrové řízení této veřejné zakázky kdykoliv před </w:t>
      </w:r>
      <w:r w:rsidRPr="0053316E">
        <w:t>uzavřením smlouvy na plnění této veřejné zakázky, a to bez uvedení důvodu</w:t>
      </w:r>
      <w:r w:rsidR="0035531B" w:rsidRPr="0053316E">
        <w:t>.</w:t>
      </w:r>
    </w:p>
    <w:p w14:paraId="7645C17A" w14:textId="77777777" w:rsidR="00AE6199" w:rsidRDefault="00AE6199" w:rsidP="00AE6199">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t xml:space="preserve"> </w:t>
      </w:r>
      <w:r w:rsidRPr="007B3D4D">
        <w:t xml:space="preserve">uvedenou </w:t>
      </w:r>
      <w:r>
        <w:t xml:space="preserve">v </w:t>
      </w:r>
      <w:r w:rsidRPr="007B3D4D">
        <w:t>čl. 5.3 této Výzvy</w:t>
      </w:r>
      <w:r>
        <w:t>.</w:t>
      </w:r>
    </w:p>
    <w:p w14:paraId="04351B14" w14:textId="096ADBDA" w:rsidR="0035531B" w:rsidRPr="0053316E" w:rsidRDefault="007B3D4D" w:rsidP="007B3D4D">
      <w:pPr>
        <w:pStyle w:val="Text1-1"/>
      </w:pPr>
      <w:r w:rsidRPr="0053316E">
        <w:t>Pokud bude nabídka vybraného dodavatele obsahovat nabídkovou cenu, která překročí režim veřejné zakázky, bude výběrové řízení zrušeno.</w:t>
      </w:r>
    </w:p>
    <w:p w14:paraId="045C72D6" w14:textId="77777777" w:rsidR="0035531B" w:rsidRDefault="0035531B" w:rsidP="007038DC">
      <w:pPr>
        <w:pStyle w:val="Nadpis1-1"/>
      </w:pPr>
      <w:bookmarkStart w:id="23" w:name="_Toc92191462"/>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5AD91DE6"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53316E">
        <w:t>uvedené v článku 19.3, resp. v článku 19.4 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 xml:space="preserve">je, že je vázán vnitřními předpisy zadavatele stanovujícími povinnost písemné elektronické komunikace mezi </w:t>
      </w:r>
      <w:r w:rsidRPr="00EC1CEA">
        <w:rPr>
          <w:b/>
        </w:rPr>
        <w:lastRenderedPageBreak/>
        <w:t>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66EDB0D9" w14:textId="08F83437" w:rsidR="00CD2B30" w:rsidRDefault="00CD2B30" w:rsidP="00C759F1">
      <w:pPr>
        <w:pStyle w:val="Odrka1-1"/>
      </w:pPr>
      <w:r>
        <w:t>v případě, že podalo nabídku více osob společně, předloží vybraný dodavatel smlouvu či jiný dokument obsahující zmocnění vedoucího společníka ve formátu umožňujícím editaci;</w:t>
      </w:r>
    </w:p>
    <w:p w14:paraId="5E3A4BF3"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3AFCC3DA"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66A88BC2"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1350EBB6" w14:textId="77777777" w:rsidR="0035531B" w:rsidRDefault="0035531B" w:rsidP="00B77C6D">
      <w:pPr>
        <w:pStyle w:val="Nadpis1-1"/>
      </w:pPr>
      <w:bookmarkStart w:id="24" w:name="_Toc92191463"/>
      <w:r>
        <w:t>OCHRANA INFORMACÍ</w:t>
      </w:r>
      <w:bookmarkEnd w:id="24"/>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lastRenderedPageBreak/>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3C00AA">
      <w:pPr>
        <w:pStyle w:val="Nadpis1-1"/>
      </w:pPr>
      <w:bookmarkStart w:id="25" w:name="_Toc59538672"/>
      <w:bookmarkStart w:id="26" w:name="_Toc92191464"/>
      <w:r>
        <w:t>SOCIÁLNĚ A ENVIRO</w:t>
      </w:r>
      <w:r w:rsidR="007F1CE2">
        <w:t>N</w:t>
      </w:r>
      <w:r>
        <w:t>MENTÁLNĚ ODPOVĚDNÉ ZADÁVÁNÍ, INOVACE</w:t>
      </w:r>
      <w:bookmarkEnd w:id="25"/>
      <w:bookmarkEnd w:id="26"/>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5E5040BB" w14:textId="086F8AE7" w:rsidR="00840ED6" w:rsidRDefault="004F6CAF" w:rsidP="0053316E">
      <w:pPr>
        <w:pStyle w:val="Odrka1-1"/>
      </w:pPr>
      <w:r w:rsidRPr="0060254E">
        <w:t>recyklaci kameniva vyzískávaného z kolejového lože</w:t>
      </w:r>
      <w:r w:rsidR="0053316E">
        <w:t>.</w:t>
      </w:r>
    </w:p>
    <w:p w14:paraId="49F0953E" w14:textId="2FF86586"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4E448D">
        <w:t>ustanoveních článku 4</w:t>
      </w:r>
      <w:r w:rsidR="004E448D" w:rsidRPr="004E448D">
        <w:t>.11</w:t>
      </w:r>
      <w:r w:rsidRPr="004E448D">
        <w:t xml:space="preserve"> závazného</w:t>
      </w:r>
      <w:r>
        <w:t xml:space="preserve"> vzoru smlouvy, který je dílem 2 zadávací dokumentace.</w:t>
      </w:r>
    </w:p>
    <w:p w14:paraId="2D9A5732" w14:textId="77777777" w:rsidR="0035531B" w:rsidRDefault="0035531B" w:rsidP="00564DDD">
      <w:pPr>
        <w:pStyle w:val="Nadpis1-1"/>
      </w:pPr>
      <w:bookmarkStart w:id="27" w:name="_Toc92191465"/>
      <w:r>
        <w:t xml:space="preserve">PŘÍLOHY </w:t>
      </w:r>
      <w:r w:rsidR="001472A9">
        <w:t>TÉTO VÝZVY</w:t>
      </w:r>
      <w:bookmarkEnd w:id="27"/>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384DEBAF" w:rsidR="0035531B" w:rsidRDefault="0035531B" w:rsidP="00564DDD">
      <w:pPr>
        <w:pStyle w:val="Textbezslovn"/>
        <w:spacing w:after="0"/>
      </w:pPr>
      <w:r>
        <w:t>V</w:t>
      </w:r>
      <w:r w:rsidR="00B36181">
        <w:t> </w:t>
      </w:r>
      <w:r w:rsidR="0053316E">
        <w:t>Olomouci</w:t>
      </w:r>
      <w:r>
        <w:t xml:space="preserve"> dne ……………………</w:t>
      </w:r>
    </w:p>
    <w:p w14:paraId="26A13A79" w14:textId="77777777" w:rsidR="0035531B" w:rsidRDefault="0035531B" w:rsidP="00564DDD">
      <w:pPr>
        <w:pStyle w:val="Textbezslovn"/>
        <w:spacing w:after="0"/>
      </w:pPr>
    </w:p>
    <w:p w14:paraId="124D0D46" w14:textId="77777777" w:rsidR="0035531B" w:rsidRDefault="0035531B"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11D189D3" w14:textId="77777777" w:rsidR="0053316E" w:rsidRPr="00DB3D48" w:rsidRDefault="0053316E" w:rsidP="0053316E">
      <w:pPr>
        <w:pStyle w:val="Textbezslovn"/>
        <w:spacing w:after="0"/>
      </w:pPr>
      <w:r w:rsidRPr="00DB3D48">
        <w:t>Ing. Miroslav Bocák</w:t>
      </w:r>
    </w:p>
    <w:p w14:paraId="2EA12631" w14:textId="77777777" w:rsidR="0053316E" w:rsidRPr="00DB3D48" w:rsidRDefault="0053316E" w:rsidP="0053316E">
      <w:pPr>
        <w:pStyle w:val="Textbezslovn"/>
        <w:spacing w:after="0"/>
      </w:pPr>
      <w:r w:rsidRPr="00DB3D48">
        <w:t xml:space="preserve">ředitel organizační jednotky Stavební správa východ </w:t>
      </w:r>
    </w:p>
    <w:p w14:paraId="16AFB686" w14:textId="77777777"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77777777" w:rsidR="0035531B" w:rsidRDefault="0035531B" w:rsidP="00454716">
      <w:pPr>
        <w:pStyle w:val="Textbezslovn"/>
        <w:ind w:left="28"/>
      </w:pPr>
      <w:r>
        <w:t>Obchodní firma [</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0DD06BCF" w:rsidR="008C65E0" w:rsidRDefault="006A6AF2" w:rsidP="006A6AF2">
      <w:pPr>
        <w:pStyle w:val="Textbezslovn"/>
        <w:ind w:left="0"/>
      </w:pPr>
      <w:r w:rsidRPr="006A6AF2">
        <w:t xml:space="preserve">Řádně jsme se seznámili se zněním zadávacích podmínek veřejné zakázky s názvem </w:t>
      </w:r>
      <w:r w:rsidR="0053316E">
        <w:t>„</w:t>
      </w:r>
      <w:r w:rsidR="0053316E" w:rsidRPr="00DB3D48">
        <w:rPr>
          <w:b/>
        </w:rPr>
        <w:t>Rekonstrukce nástupiště na zastávce Ledečky</w:t>
      </w:r>
      <w:r w:rsidR="0053316E">
        <w:rPr>
          <w:b/>
        </w:rPr>
        <w:t>“</w:t>
      </w:r>
      <w:r w:rsidR="0053316E" w:rsidRPr="006A6AF2">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B1D4C13" w14:textId="77777777" w:rsidR="00BC376A" w:rsidRDefault="00BC376A" w:rsidP="006A6AF2">
      <w:pPr>
        <w:pStyle w:val="Textbezslovn"/>
        <w:ind w:left="0"/>
      </w:pP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754C1624" w14:textId="10FE1724" w:rsidR="009D38F2" w:rsidRDefault="009D38F2" w:rsidP="006A6AF2">
      <w:pPr>
        <w:pStyle w:val="Textbezslovn"/>
        <w:ind w:left="0"/>
      </w:pPr>
    </w:p>
    <w:p w14:paraId="0C5669D8" w14:textId="12193403" w:rsidR="00A71A49" w:rsidRDefault="00A71A49" w:rsidP="00A71A49">
      <w:pPr>
        <w:spacing w:before="240" w:after="0" w:line="240" w:lineRule="exact"/>
        <w:jc w:val="both"/>
        <w:rPr>
          <w:rFonts w:eastAsia="Calibri" w:cs="Times New Roman"/>
        </w:rPr>
      </w:pPr>
      <w:r w:rsidRPr="00B86EBD">
        <w:rPr>
          <w:rFonts w:eastAsia="Times New Roman" w:cs="Arial"/>
          <w:lang w:eastAsia="cs-CZ"/>
        </w:rPr>
        <w:t xml:space="preserve">Dodavatel </w:t>
      </w:r>
      <w:r>
        <w:rPr>
          <w:rFonts w:eastAsia="Times New Roman" w:cs="Arial"/>
          <w:lang w:eastAsia="cs-CZ"/>
        </w:rPr>
        <w:t>prohlašuje</w:t>
      </w:r>
      <w:r w:rsidRPr="00B86EBD">
        <w:rPr>
          <w:rFonts w:eastAsia="Times New Roman" w:cs="Arial"/>
          <w:lang w:eastAsia="cs-CZ"/>
        </w:rPr>
        <w:t xml:space="preserve">, že on ani žádný z jeho poddodavatelů, prostřednictvím kterých v tomto </w:t>
      </w:r>
      <w:r>
        <w:rPr>
          <w:rFonts w:eastAsia="Times New Roman" w:cs="Arial"/>
          <w:lang w:eastAsia="cs-CZ"/>
        </w:rPr>
        <w:t>výběrovém</w:t>
      </w:r>
      <w:r w:rsidRPr="00B86EBD">
        <w:rPr>
          <w:rFonts w:eastAsia="Times New Roman" w:cs="Arial"/>
          <w:lang w:eastAsia="cs-CZ"/>
        </w:rPr>
        <w:t xml:space="preserve">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r>
        <w:rPr>
          <w:rFonts w:eastAsia="Times New Roman" w:cs="Arial"/>
          <w:lang w:eastAsia="cs-CZ"/>
        </w:rPr>
        <w:t xml:space="preserve"> </w:t>
      </w: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6BECFF66" w14:textId="77777777" w:rsidR="00A71A49" w:rsidRPr="00B86EBD" w:rsidRDefault="00A71A49" w:rsidP="00A71A49">
      <w:pPr>
        <w:spacing w:before="240" w:after="0" w:line="240" w:lineRule="exact"/>
        <w:jc w:val="both"/>
        <w:rPr>
          <w:rFonts w:eastAsia="Times New Roman" w:cs="Arial"/>
          <w:lang w:eastAsia="cs-CZ"/>
        </w:rPr>
      </w:pPr>
    </w:p>
    <w:p w14:paraId="25260C86" w14:textId="77777777"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77777777" w:rsidR="0035531B" w:rsidRDefault="0035531B" w:rsidP="00454716">
      <w:pPr>
        <w:pStyle w:val="Textbezslovn"/>
        <w:ind w:left="0"/>
      </w:pPr>
      <w:r>
        <w:t>Obchodní firma [</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24198E0C"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0851E9">
              <w:rPr>
                <w:b/>
              </w:rPr>
              <w:t>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3BC6186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84E405D"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2D08070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2801755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5AFEC153"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7A4B74A0"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310CF253"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9A3386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5B7B37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36CB33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C24671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B95132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10851B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B9193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00A371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2F13A5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B57D7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3E69C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DA52B1B"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73344A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4DD817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0BCF1B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B9310B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3F51EA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2471E6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473871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F1381B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A63E79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5B8D9A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F83E72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773584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D6541F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0A042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F1965F6"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C6985B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73C180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BB85F06"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F0E866B"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2B477C8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70822A9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CA8452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E72F89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662450D0"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623A94DF"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CD2C87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D60B632"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5B068869"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7C6E20C0" w14:textId="77777777" w:rsidR="00474F4D" w:rsidRPr="00833899" w:rsidRDefault="00452F69" w:rsidP="00307641">
            <w:pPr>
              <w:rPr>
                <w:sz w:val="16"/>
                <w:szCs w:val="16"/>
              </w:rPr>
            </w:pPr>
            <w:r w:rsidRPr="00833899">
              <w:rPr>
                <w:sz w:val="16"/>
                <w:szCs w:val="16"/>
              </w:rPr>
              <w:t>Délka:</w:t>
            </w:r>
          </w:p>
          <w:p w14:paraId="27EB5B9D"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0B26653D"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0814E2C"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4AC0747"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69FEE2E"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BA0EABE" w14:textId="77777777" w:rsidR="0035531B" w:rsidRPr="00833899" w:rsidRDefault="0035531B" w:rsidP="00474F4D">
      <w:pPr>
        <w:pStyle w:val="Textbezslovn"/>
        <w:ind w:left="0"/>
      </w:pP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77777777" w:rsidR="00307641" w:rsidRDefault="00307641" w:rsidP="00307641">
      <w:pPr>
        <w:pStyle w:val="Textbezslovn"/>
        <w:ind w:left="0"/>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77777777"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C87BFB" w14:textId="77777777" w:rsidR="00822B63" w:rsidRDefault="00822B63" w:rsidP="00962258">
      <w:pPr>
        <w:spacing w:after="0" w:line="240" w:lineRule="auto"/>
      </w:pPr>
      <w:r>
        <w:separator/>
      </w:r>
    </w:p>
  </w:endnote>
  <w:endnote w:type="continuationSeparator" w:id="0">
    <w:p w14:paraId="559EA6E7" w14:textId="77777777" w:rsidR="00822B63" w:rsidRDefault="00822B6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2B63" w14:paraId="43E6FD8A" w14:textId="77777777" w:rsidTr="00EB46E5">
      <w:tc>
        <w:tcPr>
          <w:tcW w:w="1361" w:type="dxa"/>
          <w:tcMar>
            <w:left w:w="0" w:type="dxa"/>
            <w:right w:w="0" w:type="dxa"/>
          </w:tcMar>
          <w:vAlign w:val="bottom"/>
        </w:tcPr>
        <w:p w14:paraId="016FBFAA" w14:textId="34DE26F8" w:rsidR="00822B63" w:rsidRPr="00B8518B" w:rsidRDefault="00822B6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3098">
            <w:rPr>
              <w:rStyle w:val="slostrnky"/>
              <w:noProof/>
            </w:rPr>
            <w:t>33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C3098">
            <w:rPr>
              <w:rStyle w:val="slostrnky"/>
              <w:noProof/>
            </w:rPr>
            <w:t>34</w:t>
          </w:r>
          <w:r w:rsidRPr="00B8518B">
            <w:rPr>
              <w:rStyle w:val="slostrnky"/>
            </w:rPr>
            <w:fldChar w:fldCharType="end"/>
          </w:r>
        </w:p>
      </w:tc>
      <w:tc>
        <w:tcPr>
          <w:tcW w:w="284" w:type="dxa"/>
          <w:shd w:val="clear" w:color="auto" w:fill="auto"/>
          <w:tcMar>
            <w:left w:w="0" w:type="dxa"/>
            <w:right w:w="0" w:type="dxa"/>
          </w:tcMar>
        </w:tcPr>
        <w:p w14:paraId="37189AA7" w14:textId="77777777" w:rsidR="00822B63" w:rsidRDefault="00822B63" w:rsidP="00B8518B">
          <w:pPr>
            <w:pStyle w:val="Zpat"/>
          </w:pPr>
        </w:p>
      </w:tc>
      <w:tc>
        <w:tcPr>
          <w:tcW w:w="425" w:type="dxa"/>
          <w:shd w:val="clear" w:color="auto" w:fill="auto"/>
          <w:tcMar>
            <w:left w:w="0" w:type="dxa"/>
            <w:right w:w="0" w:type="dxa"/>
          </w:tcMar>
        </w:tcPr>
        <w:p w14:paraId="45F1B8FE" w14:textId="77777777" w:rsidR="00822B63" w:rsidRDefault="00822B63" w:rsidP="00B8518B">
          <w:pPr>
            <w:pStyle w:val="Zpat"/>
          </w:pPr>
        </w:p>
      </w:tc>
      <w:tc>
        <w:tcPr>
          <w:tcW w:w="8505" w:type="dxa"/>
        </w:tcPr>
        <w:p w14:paraId="37385C7B" w14:textId="77777777" w:rsidR="00822B63" w:rsidRDefault="00822B63" w:rsidP="00EB46E5">
          <w:pPr>
            <w:pStyle w:val="Zpat0"/>
          </w:pPr>
          <w:r w:rsidRPr="005575E1">
            <w:t>Rekonstrukce nástupiště na zastávce Ledečky</w:t>
          </w:r>
        </w:p>
        <w:p w14:paraId="3201EED0" w14:textId="711E6C94" w:rsidR="00822B63" w:rsidRDefault="00822B63" w:rsidP="00EB46E5">
          <w:pPr>
            <w:pStyle w:val="Zpat0"/>
          </w:pPr>
          <w:r>
            <w:t>Díl 1 – VÝZVA K PODÁNÍ NABÍDKY</w:t>
          </w:r>
        </w:p>
        <w:p w14:paraId="0F33739D" w14:textId="77777777" w:rsidR="00822B63" w:rsidRDefault="00822B63" w:rsidP="0035531B">
          <w:pPr>
            <w:pStyle w:val="Zpat0"/>
          </w:pPr>
        </w:p>
      </w:tc>
    </w:tr>
  </w:tbl>
  <w:p w14:paraId="0F99771F" w14:textId="77777777" w:rsidR="00822B63" w:rsidRPr="00B8518B" w:rsidRDefault="00822B6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822B63" w:rsidRPr="00B8518B" w:rsidRDefault="00822B63" w:rsidP="00460660">
    <w:pPr>
      <w:pStyle w:val="Zpat"/>
      <w:rPr>
        <w:sz w:val="2"/>
        <w:szCs w:val="2"/>
      </w:rPr>
    </w:pPr>
  </w:p>
  <w:p w14:paraId="542534AD" w14:textId="77777777" w:rsidR="00822B63" w:rsidRPr="00460660" w:rsidRDefault="00822B6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9D726B" w14:textId="77777777" w:rsidR="00822B63" w:rsidRDefault="00822B63" w:rsidP="00962258">
      <w:pPr>
        <w:spacing w:after="0" w:line="240" w:lineRule="auto"/>
      </w:pPr>
      <w:r>
        <w:separator/>
      </w:r>
    </w:p>
  </w:footnote>
  <w:footnote w:type="continuationSeparator" w:id="0">
    <w:p w14:paraId="08229B0A" w14:textId="77777777" w:rsidR="00822B63" w:rsidRDefault="00822B63" w:rsidP="00962258">
      <w:pPr>
        <w:spacing w:after="0" w:line="240" w:lineRule="auto"/>
      </w:pPr>
      <w:r>
        <w:continuationSeparator/>
      </w:r>
    </w:p>
  </w:footnote>
  <w:footnote w:id="1">
    <w:p w14:paraId="56852F59" w14:textId="77777777" w:rsidR="00822B63" w:rsidRDefault="00822B63">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4E76486A" w14:textId="77777777" w:rsidR="00822B63" w:rsidRDefault="00822B63">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2AC4F79B" w14:textId="77777777" w:rsidR="00822B63" w:rsidRDefault="00822B6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615BBAC4" w14:textId="77777777" w:rsidR="00822B63" w:rsidRDefault="00822B6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22B63" w14:paraId="79A2CDDF" w14:textId="77777777" w:rsidTr="00C02D0A">
      <w:trPr>
        <w:trHeight w:hRule="exact" w:val="454"/>
      </w:trPr>
      <w:tc>
        <w:tcPr>
          <w:tcW w:w="1361" w:type="dxa"/>
          <w:tcMar>
            <w:top w:w="57" w:type="dxa"/>
            <w:left w:w="0" w:type="dxa"/>
            <w:right w:w="0" w:type="dxa"/>
          </w:tcMar>
        </w:tcPr>
        <w:p w14:paraId="6F56E93F" w14:textId="77777777" w:rsidR="00822B63" w:rsidRPr="00B8518B" w:rsidRDefault="00822B63" w:rsidP="00523EA7">
          <w:pPr>
            <w:pStyle w:val="Zpat"/>
            <w:rPr>
              <w:rStyle w:val="slostrnky"/>
            </w:rPr>
          </w:pPr>
        </w:p>
      </w:tc>
      <w:tc>
        <w:tcPr>
          <w:tcW w:w="3458" w:type="dxa"/>
          <w:shd w:val="clear" w:color="auto" w:fill="auto"/>
          <w:tcMar>
            <w:top w:w="57" w:type="dxa"/>
            <w:left w:w="0" w:type="dxa"/>
            <w:right w:w="0" w:type="dxa"/>
          </w:tcMar>
        </w:tcPr>
        <w:p w14:paraId="743F0C7F" w14:textId="77777777" w:rsidR="00822B63" w:rsidRDefault="00822B63" w:rsidP="00523EA7">
          <w:pPr>
            <w:pStyle w:val="Zpat"/>
          </w:pPr>
        </w:p>
      </w:tc>
      <w:tc>
        <w:tcPr>
          <w:tcW w:w="5698" w:type="dxa"/>
          <w:shd w:val="clear" w:color="auto" w:fill="auto"/>
          <w:tcMar>
            <w:top w:w="57" w:type="dxa"/>
            <w:left w:w="0" w:type="dxa"/>
            <w:right w:w="0" w:type="dxa"/>
          </w:tcMar>
        </w:tcPr>
        <w:p w14:paraId="31CF52A8" w14:textId="77777777" w:rsidR="00822B63" w:rsidRPr="00D6163D" w:rsidRDefault="00822B63" w:rsidP="00D6163D">
          <w:pPr>
            <w:pStyle w:val="Druhdokumentu"/>
          </w:pPr>
        </w:p>
      </w:tc>
    </w:tr>
  </w:tbl>
  <w:p w14:paraId="75C0D1DB" w14:textId="77777777" w:rsidR="00822B63" w:rsidRPr="00D6163D" w:rsidRDefault="00822B6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22B63" w14:paraId="305FD5DB" w14:textId="77777777" w:rsidTr="00B22106">
      <w:trPr>
        <w:trHeight w:hRule="exact" w:val="936"/>
      </w:trPr>
      <w:tc>
        <w:tcPr>
          <w:tcW w:w="1361" w:type="dxa"/>
          <w:tcMar>
            <w:left w:w="0" w:type="dxa"/>
            <w:right w:w="0" w:type="dxa"/>
          </w:tcMar>
        </w:tcPr>
        <w:p w14:paraId="570B0069" w14:textId="77777777" w:rsidR="00822B63" w:rsidRPr="00B8518B" w:rsidRDefault="00822B63" w:rsidP="00FC6389">
          <w:pPr>
            <w:pStyle w:val="Zpat"/>
            <w:rPr>
              <w:rStyle w:val="slostrnky"/>
            </w:rPr>
          </w:pPr>
        </w:p>
      </w:tc>
      <w:tc>
        <w:tcPr>
          <w:tcW w:w="3458" w:type="dxa"/>
          <w:shd w:val="clear" w:color="auto" w:fill="auto"/>
          <w:tcMar>
            <w:left w:w="0" w:type="dxa"/>
            <w:right w:w="0" w:type="dxa"/>
          </w:tcMar>
        </w:tcPr>
        <w:p w14:paraId="5C1BA917" w14:textId="77777777" w:rsidR="00822B63" w:rsidRDefault="00822B63" w:rsidP="00FC6389">
          <w:pPr>
            <w:pStyle w:val="Zpat"/>
          </w:pPr>
        </w:p>
      </w:tc>
      <w:tc>
        <w:tcPr>
          <w:tcW w:w="5756" w:type="dxa"/>
          <w:shd w:val="clear" w:color="auto" w:fill="auto"/>
          <w:tcMar>
            <w:left w:w="0" w:type="dxa"/>
            <w:right w:w="0" w:type="dxa"/>
          </w:tcMar>
        </w:tcPr>
        <w:p w14:paraId="2C32B53E" w14:textId="77777777" w:rsidR="00822B63" w:rsidRPr="00D6163D" w:rsidRDefault="00822B63" w:rsidP="00FC6389">
          <w:pPr>
            <w:pStyle w:val="Druhdokumentu"/>
          </w:pPr>
        </w:p>
      </w:tc>
    </w:tr>
    <w:tr w:rsidR="00822B63" w14:paraId="69F8D53D" w14:textId="77777777" w:rsidTr="00B22106">
      <w:trPr>
        <w:trHeight w:hRule="exact" w:val="936"/>
      </w:trPr>
      <w:tc>
        <w:tcPr>
          <w:tcW w:w="1361" w:type="dxa"/>
          <w:tcMar>
            <w:left w:w="0" w:type="dxa"/>
            <w:right w:w="0" w:type="dxa"/>
          </w:tcMar>
        </w:tcPr>
        <w:p w14:paraId="679BED3A" w14:textId="77777777" w:rsidR="00822B63" w:rsidRPr="00B8518B" w:rsidRDefault="00822B63" w:rsidP="00FC6389">
          <w:pPr>
            <w:pStyle w:val="Zpat"/>
            <w:rPr>
              <w:rStyle w:val="slostrnky"/>
            </w:rPr>
          </w:pPr>
        </w:p>
      </w:tc>
      <w:tc>
        <w:tcPr>
          <w:tcW w:w="3458" w:type="dxa"/>
          <w:shd w:val="clear" w:color="auto" w:fill="auto"/>
          <w:tcMar>
            <w:left w:w="0" w:type="dxa"/>
            <w:right w:w="0" w:type="dxa"/>
          </w:tcMar>
        </w:tcPr>
        <w:p w14:paraId="63E8AC86" w14:textId="77777777" w:rsidR="00822B63" w:rsidRDefault="00822B63" w:rsidP="00FC6389">
          <w:pPr>
            <w:pStyle w:val="Zpat"/>
          </w:pPr>
        </w:p>
      </w:tc>
      <w:tc>
        <w:tcPr>
          <w:tcW w:w="5756" w:type="dxa"/>
          <w:shd w:val="clear" w:color="auto" w:fill="auto"/>
          <w:tcMar>
            <w:left w:w="0" w:type="dxa"/>
            <w:right w:w="0" w:type="dxa"/>
          </w:tcMar>
        </w:tcPr>
        <w:p w14:paraId="702F8471" w14:textId="77777777" w:rsidR="00822B63" w:rsidRPr="00D6163D" w:rsidRDefault="00822B63" w:rsidP="00FC6389">
          <w:pPr>
            <w:pStyle w:val="Druhdokumentu"/>
          </w:pPr>
        </w:p>
      </w:tc>
    </w:tr>
  </w:tbl>
  <w:p w14:paraId="0A197E79" w14:textId="77777777" w:rsidR="00822B63" w:rsidRPr="00D6163D" w:rsidRDefault="00822B63"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822B63" w:rsidRPr="00460660" w:rsidRDefault="00822B6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2"/>
  </w:num>
  <w:num w:numId="5">
    <w:abstractNumId w:val="0"/>
  </w:num>
  <w:num w:numId="6">
    <w:abstractNumId w:val="4"/>
  </w:num>
  <w:num w:numId="7">
    <w:abstractNumId w:val="7"/>
  </w:num>
  <w:num w:numId="8">
    <w:abstractNumId w:val="5"/>
  </w:num>
  <w:num w:numId="9">
    <w:abstractNumId w:val="11"/>
  </w:num>
  <w:num w:numId="10">
    <w:abstractNumId w:val="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5"/>
  </w:num>
  <w:num w:numId="33">
    <w:abstractNumId w:val="5"/>
  </w:num>
  <w:num w:numId="34">
    <w:abstractNumId w:val="5"/>
  </w:num>
  <w:num w:numId="35">
    <w:abstractNumId w:val="0"/>
  </w:num>
  <w:num w:numId="36">
    <w:abstractNumId w:val="0"/>
  </w:num>
  <w:num w:numId="37">
    <w:abstractNumId w:val="6"/>
  </w:num>
  <w:num w:numId="38">
    <w:abstractNumId w:val="8"/>
  </w:num>
  <w:num w:numId="39">
    <w:abstractNumId w:val="5"/>
  </w:num>
  <w:num w:numId="40">
    <w:abstractNumId w:val="0"/>
  </w:num>
  <w:num w:numId="41">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12B9F"/>
    <w:rsid w:val="0001355D"/>
    <w:rsid w:val="00015DBC"/>
    <w:rsid w:val="000174E8"/>
    <w:rsid w:val="00017F3C"/>
    <w:rsid w:val="000259F7"/>
    <w:rsid w:val="00025F06"/>
    <w:rsid w:val="0003198B"/>
    <w:rsid w:val="000338E9"/>
    <w:rsid w:val="00041D9D"/>
    <w:rsid w:val="00041EC8"/>
    <w:rsid w:val="00046545"/>
    <w:rsid w:val="000471FA"/>
    <w:rsid w:val="000552D4"/>
    <w:rsid w:val="00061916"/>
    <w:rsid w:val="00061E45"/>
    <w:rsid w:val="0006450D"/>
    <w:rsid w:val="0006499F"/>
    <w:rsid w:val="0006588D"/>
    <w:rsid w:val="00067A5E"/>
    <w:rsid w:val="00067EE3"/>
    <w:rsid w:val="000719BB"/>
    <w:rsid w:val="00072A65"/>
    <w:rsid w:val="00072C1E"/>
    <w:rsid w:val="00076303"/>
    <w:rsid w:val="00082434"/>
    <w:rsid w:val="000839DD"/>
    <w:rsid w:val="000851E9"/>
    <w:rsid w:val="00090767"/>
    <w:rsid w:val="00091CD6"/>
    <w:rsid w:val="00092CC9"/>
    <w:rsid w:val="000B12B0"/>
    <w:rsid w:val="000B20AE"/>
    <w:rsid w:val="000B4EB8"/>
    <w:rsid w:val="000C2072"/>
    <w:rsid w:val="000C3CD6"/>
    <w:rsid w:val="000C41F2"/>
    <w:rsid w:val="000D0DE7"/>
    <w:rsid w:val="000D22C4"/>
    <w:rsid w:val="000D27D1"/>
    <w:rsid w:val="000D5E72"/>
    <w:rsid w:val="000D7437"/>
    <w:rsid w:val="000E15C8"/>
    <w:rsid w:val="000E1A7F"/>
    <w:rsid w:val="000E25BA"/>
    <w:rsid w:val="00106A0E"/>
    <w:rsid w:val="00112301"/>
    <w:rsid w:val="00112864"/>
    <w:rsid w:val="00112F94"/>
    <w:rsid w:val="00114472"/>
    <w:rsid w:val="00114988"/>
    <w:rsid w:val="00115069"/>
    <w:rsid w:val="001150F2"/>
    <w:rsid w:val="00116813"/>
    <w:rsid w:val="00142F26"/>
    <w:rsid w:val="00146496"/>
    <w:rsid w:val="00146BCB"/>
    <w:rsid w:val="001472A9"/>
    <w:rsid w:val="001656A2"/>
    <w:rsid w:val="00170521"/>
    <w:rsid w:val="00170EC5"/>
    <w:rsid w:val="001747C1"/>
    <w:rsid w:val="00177199"/>
    <w:rsid w:val="00177D6B"/>
    <w:rsid w:val="0018364C"/>
    <w:rsid w:val="001902D3"/>
    <w:rsid w:val="00191F90"/>
    <w:rsid w:val="00192880"/>
    <w:rsid w:val="0019345F"/>
    <w:rsid w:val="00193D8F"/>
    <w:rsid w:val="001950C2"/>
    <w:rsid w:val="00196E81"/>
    <w:rsid w:val="001B23A1"/>
    <w:rsid w:val="001B4E74"/>
    <w:rsid w:val="001B5ED5"/>
    <w:rsid w:val="001C3098"/>
    <w:rsid w:val="001C645F"/>
    <w:rsid w:val="001D0D67"/>
    <w:rsid w:val="001D4B4A"/>
    <w:rsid w:val="001D5DE6"/>
    <w:rsid w:val="001E08F5"/>
    <w:rsid w:val="001E651D"/>
    <w:rsid w:val="001E678E"/>
    <w:rsid w:val="001F0B6F"/>
    <w:rsid w:val="001F39FF"/>
    <w:rsid w:val="0020586C"/>
    <w:rsid w:val="0020719F"/>
    <w:rsid w:val="002071BB"/>
    <w:rsid w:val="00207DF5"/>
    <w:rsid w:val="002222C1"/>
    <w:rsid w:val="002258F8"/>
    <w:rsid w:val="00233A30"/>
    <w:rsid w:val="00233A53"/>
    <w:rsid w:val="00235EB5"/>
    <w:rsid w:val="00240B81"/>
    <w:rsid w:val="00241322"/>
    <w:rsid w:val="0024699F"/>
    <w:rsid w:val="00247D01"/>
    <w:rsid w:val="0025030F"/>
    <w:rsid w:val="00261A5B"/>
    <w:rsid w:val="002628F0"/>
    <w:rsid w:val="00262E5B"/>
    <w:rsid w:val="0026399E"/>
    <w:rsid w:val="00263CBA"/>
    <w:rsid w:val="002670A6"/>
    <w:rsid w:val="00267CF3"/>
    <w:rsid w:val="00276AFE"/>
    <w:rsid w:val="00283302"/>
    <w:rsid w:val="002924B8"/>
    <w:rsid w:val="002A1957"/>
    <w:rsid w:val="002A3B57"/>
    <w:rsid w:val="002C04EE"/>
    <w:rsid w:val="002C31BF"/>
    <w:rsid w:val="002D7FD6"/>
    <w:rsid w:val="002E0CD7"/>
    <w:rsid w:val="002E0CFB"/>
    <w:rsid w:val="002E0F4A"/>
    <w:rsid w:val="002E294C"/>
    <w:rsid w:val="002E5C7B"/>
    <w:rsid w:val="002F4333"/>
    <w:rsid w:val="00307641"/>
    <w:rsid w:val="00311E65"/>
    <w:rsid w:val="00311F11"/>
    <w:rsid w:val="00317F7D"/>
    <w:rsid w:val="00321E17"/>
    <w:rsid w:val="00322579"/>
    <w:rsid w:val="00324AE8"/>
    <w:rsid w:val="00324C4C"/>
    <w:rsid w:val="00327EEF"/>
    <w:rsid w:val="0033239F"/>
    <w:rsid w:val="00337143"/>
    <w:rsid w:val="0034274B"/>
    <w:rsid w:val="0034455B"/>
    <w:rsid w:val="00344A9C"/>
    <w:rsid w:val="003452A1"/>
    <w:rsid w:val="0034719F"/>
    <w:rsid w:val="00347D3E"/>
    <w:rsid w:val="00350A35"/>
    <w:rsid w:val="0035531B"/>
    <w:rsid w:val="003571D8"/>
    <w:rsid w:val="00357BC6"/>
    <w:rsid w:val="00360428"/>
    <w:rsid w:val="00361422"/>
    <w:rsid w:val="0036290F"/>
    <w:rsid w:val="003717A3"/>
    <w:rsid w:val="00373447"/>
    <w:rsid w:val="003753A9"/>
    <w:rsid w:val="0037545D"/>
    <w:rsid w:val="00385740"/>
    <w:rsid w:val="00386FF1"/>
    <w:rsid w:val="00392EB6"/>
    <w:rsid w:val="003944D4"/>
    <w:rsid w:val="00394D03"/>
    <w:rsid w:val="003956C6"/>
    <w:rsid w:val="003A0E3D"/>
    <w:rsid w:val="003A4513"/>
    <w:rsid w:val="003B4E63"/>
    <w:rsid w:val="003B596D"/>
    <w:rsid w:val="003C00AA"/>
    <w:rsid w:val="003C33F2"/>
    <w:rsid w:val="003C4BD5"/>
    <w:rsid w:val="003D0EE6"/>
    <w:rsid w:val="003D42AA"/>
    <w:rsid w:val="003D756E"/>
    <w:rsid w:val="003E3953"/>
    <w:rsid w:val="003E3CE3"/>
    <w:rsid w:val="003E420D"/>
    <w:rsid w:val="003E4C13"/>
    <w:rsid w:val="003E79F5"/>
    <w:rsid w:val="003F11D4"/>
    <w:rsid w:val="003F78E7"/>
    <w:rsid w:val="004018B6"/>
    <w:rsid w:val="00404BA2"/>
    <w:rsid w:val="004078F3"/>
    <w:rsid w:val="00412F6F"/>
    <w:rsid w:val="00413F61"/>
    <w:rsid w:val="00422E8D"/>
    <w:rsid w:val="00427794"/>
    <w:rsid w:val="00450F07"/>
    <w:rsid w:val="00451D51"/>
    <w:rsid w:val="00452F69"/>
    <w:rsid w:val="00453CD3"/>
    <w:rsid w:val="00454716"/>
    <w:rsid w:val="00454BB9"/>
    <w:rsid w:val="00455991"/>
    <w:rsid w:val="00457582"/>
    <w:rsid w:val="00460660"/>
    <w:rsid w:val="00464BA9"/>
    <w:rsid w:val="00474F4D"/>
    <w:rsid w:val="0048094F"/>
    <w:rsid w:val="00481047"/>
    <w:rsid w:val="00482208"/>
    <w:rsid w:val="004833D9"/>
    <w:rsid w:val="00483969"/>
    <w:rsid w:val="00484026"/>
    <w:rsid w:val="00485EAD"/>
    <w:rsid w:val="00486107"/>
    <w:rsid w:val="00491827"/>
    <w:rsid w:val="004B34E9"/>
    <w:rsid w:val="004B4008"/>
    <w:rsid w:val="004B7724"/>
    <w:rsid w:val="004C086E"/>
    <w:rsid w:val="004C4399"/>
    <w:rsid w:val="004C787C"/>
    <w:rsid w:val="004D3B30"/>
    <w:rsid w:val="004D78D3"/>
    <w:rsid w:val="004E448D"/>
    <w:rsid w:val="004E55AC"/>
    <w:rsid w:val="004E7107"/>
    <w:rsid w:val="004E77B2"/>
    <w:rsid w:val="004E7A1F"/>
    <w:rsid w:val="004F1D17"/>
    <w:rsid w:val="004F3CA6"/>
    <w:rsid w:val="004F4597"/>
    <w:rsid w:val="004F4B9B"/>
    <w:rsid w:val="004F6CAF"/>
    <w:rsid w:val="004F70A1"/>
    <w:rsid w:val="004F7D53"/>
    <w:rsid w:val="00500887"/>
    <w:rsid w:val="00500DB2"/>
    <w:rsid w:val="00501B32"/>
    <w:rsid w:val="0050442A"/>
    <w:rsid w:val="005044F8"/>
    <w:rsid w:val="0050583D"/>
    <w:rsid w:val="00505BEA"/>
    <w:rsid w:val="0050666E"/>
    <w:rsid w:val="00511AB9"/>
    <w:rsid w:val="005138DF"/>
    <w:rsid w:val="005162DA"/>
    <w:rsid w:val="005210B3"/>
    <w:rsid w:val="00523BB5"/>
    <w:rsid w:val="00523EA7"/>
    <w:rsid w:val="0053316E"/>
    <w:rsid w:val="005406EB"/>
    <w:rsid w:val="00542A90"/>
    <w:rsid w:val="00544A85"/>
    <w:rsid w:val="00545968"/>
    <w:rsid w:val="00551E4C"/>
    <w:rsid w:val="00553375"/>
    <w:rsid w:val="00555884"/>
    <w:rsid w:val="005575E1"/>
    <w:rsid w:val="00560665"/>
    <w:rsid w:val="00564DDD"/>
    <w:rsid w:val="00565F22"/>
    <w:rsid w:val="0056655E"/>
    <w:rsid w:val="005736B7"/>
    <w:rsid w:val="00575E5A"/>
    <w:rsid w:val="00577A3C"/>
    <w:rsid w:val="00580245"/>
    <w:rsid w:val="005971DD"/>
    <w:rsid w:val="005A1F44"/>
    <w:rsid w:val="005A3D2F"/>
    <w:rsid w:val="005B3472"/>
    <w:rsid w:val="005B5EA8"/>
    <w:rsid w:val="005B64BB"/>
    <w:rsid w:val="005C2C3B"/>
    <w:rsid w:val="005D0321"/>
    <w:rsid w:val="005D3C39"/>
    <w:rsid w:val="005E33AB"/>
    <w:rsid w:val="005E62AD"/>
    <w:rsid w:val="005F3817"/>
    <w:rsid w:val="005F5485"/>
    <w:rsid w:val="005F7739"/>
    <w:rsid w:val="0060115D"/>
    <w:rsid w:val="00601A8C"/>
    <w:rsid w:val="0061068E"/>
    <w:rsid w:val="006113EE"/>
    <w:rsid w:val="00611407"/>
    <w:rsid w:val="006115D3"/>
    <w:rsid w:val="00616090"/>
    <w:rsid w:val="00626447"/>
    <w:rsid w:val="0063148A"/>
    <w:rsid w:val="00633DB6"/>
    <w:rsid w:val="00634A3F"/>
    <w:rsid w:val="00640B30"/>
    <w:rsid w:val="00642162"/>
    <w:rsid w:val="0064673D"/>
    <w:rsid w:val="00655976"/>
    <w:rsid w:val="0065610E"/>
    <w:rsid w:val="00660AD3"/>
    <w:rsid w:val="00660BEB"/>
    <w:rsid w:val="00665F2C"/>
    <w:rsid w:val="006720FB"/>
    <w:rsid w:val="006776B6"/>
    <w:rsid w:val="0068173A"/>
    <w:rsid w:val="00686462"/>
    <w:rsid w:val="00687091"/>
    <w:rsid w:val="00693150"/>
    <w:rsid w:val="00693188"/>
    <w:rsid w:val="00695DAA"/>
    <w:rsid w:val="006A0713"/>
    <w:rsid w:val="006A548C"/>
    <w:rsid w:val="006A5570"/>
    <w:rsid w:val="006A689C"/>
    <w:rsid w:val="006A6AF2"/>
    <w:rsid w:val="006B395C"/>
    <w:rsid w:val="006B3D79"/>
    <w:rsid w:val="006B6FE4"/>
    <w:rsid w:val="006C04A0"/>
    <w:rsid w:val="006C2343"/>
    <w:rsid w:val="006C442A"/>
    <w:rsid w:val="006D34B2"/>
    <w:rsid w:val="006D36C4"/>
    <w:rsid w:val="006E0578"/>
    <w:rsid w:val="006E314D"/>
    <w:rsid w:val="006E449B"/>
    <w:rsid w:val="006E6247"/>
    <w:rsid w:val="006F6B09"/>
    <w:rsid w:val="007038DC"/>
    <w:rsid w:val="00703EFD"/>
    <w:rsid w:val="00706F4C"/>
    <w:rsid w:val="00710723"/>
    <w:rsid w:val="007134F3"/>
    <w:rsid w:val="00714AE8"/>
    <w:rsid w:val="00723ED1"/>
    <w:rsid w:val="00725ED5"/>
    <w:rsid w:val="007317D5"/>
    <w:rsid w:val="00734812"/>
    <w:rsid w:val="007354E9"/>
    <w:rsid w:val="007356BD"/>
    <w:rsid w:val="00740AF5"/>
    <w:rsid w:val="00743525"/>
    <w:rsid w:val="00744F6A"/>
    <w:rsid w:val="00745555"/>
    <w:rsid w:val="00746028"/>
    <w:rsid w:val="007476A8"/>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2107"/>
    <w:rsid w:val="007A5172"/>
    <w:rsid w:val="007A67A0"/>
    <w:rsid w:val="007B3D4D"/>
    <w:rsid w:val="007B4701"/>
    <w:rsid w:val="007B570C"/>
    <w:rsid w:val="007C21AA"/>
    <w:rsid w:val="007C2BEC"/>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2049A"/>
    <w:rsid w:val="00821D01"/>
    <w:rsid w:val="00822B63"/>
    <w:rsid w:val="00822B88"/>
    <w:rsid w:val="00825555"/>
    <w:rsid w:val="00826B7B"/>
    <w:rsid w:val="00831B18"/>
    <w:rsid w:val="00831DE9"/>
    <w:rsid w:val="00833899"/>
    <w:rsid w:val="00840ED6"/>
    <w:rsid w:val="00844BC3"/>
    <w:rsid w:val="00845C0B"/>
    <w:rsid w:val="00845C50"/>
    <w:rsid w:val="00846789"/>
    <w:rsid w:val="008513D8"/>
    <w:rsid w:val="008578BC"/>
    <w:rsid w:val="008645EE"/>
    <w:rsid w:val="00872044"/>
    <w:rsid w:val="0087311C"/>
    <w:rsid w:val="00876D73"/>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E05B6"/>
    <w:rsid w:val="008E1138"/>
    <w:rsid w:val="008F18D6"/>
    <w:rsid w:val="008F2C9B"/>
    <w:rsid w:val="008F797B"/>
    <w:rsid w:val="009046A6"/>
    <w:rsid w:val="00904780"/>
    <w:rsid w:val="00904FAA"/>
    <w:rsid w:val="0090635B"/>
    <w:rsid w:val="00917DF8"/>
    <w:rsid w:val="00920DEB"/>
    <w:rsid w:val="00922385"/>
    <w:rsid w:val="009223DF"/>
    <w:rsid w:val="00930B79"/>
    <w:rsid w:val="00936091"/>
    <w:rsid w:val="009404DC"/>
    <w:rsid w:val="00940D8A"/>
    <w:rsid w:val="009414D7"/>
    <w:rsid w:val="00941DEB"/>
    <w:rsid w:val="00945582"/>
    <w:rsid w:val="009531C1"/>
    <w:rsid w:val="009534BF"/>
    <w:rsid w:val="00956089"/>
    <w:rsid w:val="00962258"/>
    <w:rsid w:val="00964860"/>
    <w:rsid w:val="009678B7"/>
    <w:rsid w:val="00970D4B"/>
    <w:rsid w:val="009801E3"/>
    <w:rsid w:val="0098426C"/>
    <w:rsid w:val="00992D9C"/>
    <w:rsid w:val="009967C7"/>
    <w:rsid w:val="00996CB8"/>
    <w:rsid w:val="009A7A46"/>
    <w:rsid w:val="009B2E97"/>
    <w:rsid w:val="009B3F75"/>
    <w:rsid w:val="009B5146"/>
    <w:rsid w:val="009B6733"/>
    <w:rsid w:val="009C125E"/>
    <w:rsid w:val="009C418E"/>
    <w:rsid w:val="009C442C"/>
    <w:rsid w:val="009C5284"/>
    <w:rsid w:val="009D20A1"/>
    <w:rsid w:val="009D38F2"/>
    <w:rsid w:val="009E07F4"/>
    <w:rsid w:val="009E7247"/>
    <w:rsid w:val="009F2042"/>
    <w:rsid w:val="009F309B"/>
    <w:rsid w:val="009F392E"/>
    <w:rsid w:val="009F427D"/>
    <w:rsid w:val="009F53C5"/>
    <w:rsid w:val="00A02DB9"/>
    <w:rsid w:val="00A041DF"/>
    <w:rsid w:val="00A0740E"/>
    <w:rsid w:val="00A15262"/>
    <w:rsid w:val="00A159AC"/>
    <w:rsid w:val="00A23688"/>
    <w:rsid w:val="00A256E5"/>
    <w:rsid w:val="00A26B92"/>
    <w:rsid w:val="00A3411F"/>
    <w:rsid w:val="00A374FC"/>
    <w:rsid w:val="00A4050F"/>
    <w:rsid w:val="00A50641"/>
    <w:rsid w:val="00A530BF"/>
    <w:rsid w:val="00A6177B"/>
    <w:rsid w:val="00A66136"/>
    <w:rsid w:val="00A71189"/>
    <w:rsid w:val="00A71A49"/>
    <w:rsid w:val="00A7364A"/>
    <w:rsid w:val="00A74AA8"/>
    <w:rsid w:val="00A74DCC"/>
    <w:rsid w:val="00A753ED"/>
    <w:rsid w:val="00A757AD"/>
    <w:rsid w:val="00A77512"/>
    <w:rsid w:val="00A84C4D"/>
    <w:rsid w:val="00A94C2F"/>
    <w:rsid w:val="00A967E6"/>
    <w:rsid w:val="00AA257A"/>
    <w:rsid w:val="00AA2C03"/>
    <w:rsid w:val="00AA3E17"/>
    <w:rsid w:val="00AA4CBB"/>
    <w:rsid w:val="00AA5255"/>
    <w:rsid w:val="00AA65FA"/>
    <w:rsid w:val="00AA7351"/>
    <w:rsid w:val="00AA7BBE"/>
    <w:rsid w:val="00AB1063"/>
    <w:rsid w:val="00AB3559"/>
    <w:rsid w:val="00AB4425"/>
    <w:rsid w:val="00AB5AE0"/>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6199"/>
    <w:rsid w:val="00AF20AA"/>
    <w:rsid w:val="00AF4A09"/>
    <w:rsid w:val="00B008D5"/>
    <w:rsid w:val="00B02F73"/>
    <w:rsid w:val="00B0619F"/>
    <w:rsid w:val="00B07880"/>
    <w:rsid w:val="00B134D6"/>
    <w:rsid w:val="00B13A26"/>
    <w:rsid w:val="00B15D0D"/>
    <w:rsid w:val="00B22106"/>
    <w:rsid w:val="00B277ED"/>
    <w:rsid w:val="00B36181"/>
    <w:rsid w:val="00B37552"/>
    <w:rsid w:val="00B429CF"/>
    <w:rsid w:val="00B477DA"/>
    <w:rsid w:val="00B5431A"/>
    <w:rsid w:val="00B60046"/>
    <w:rsid w:val="00B61530"/>
    <w:rsid w:val="00B70120"/>
    <w:rsid w:val="00B71CC3"/>
    <w:rsid w:val="00B75EE1"/>
    <w:rsid w:val="00B77481"/>
    <w:rsid w:val="00B77C6D"/>
    <w:rsid w:val="00B80D2D"/>
    <w:rsid w:val="00B80E53"/>
    <w:rsid w:val="00B8518B"/>
    <w:rsid w:val="00B97CC3"/>
    <w:rsid w:val="00BA3937"/>
    <w:rsid w:val="00BB0379"/>
    <w:rsid w:val="00BB3CA7"/>
    <w:rsid w:val="00BB4AF2"/>
    <w:rsid w:val="00BB7F53"/>
    <w:rsid w:val="00BC06C4"/>
    <w:rsid w:val="00BC12B5"/>
    <w:rsid w:val="00BC376A"/>
    <w:rsid w:val="00BC6D2B"/>
    <w:rsid w:val="00BD11CE"/>
    <w:rsid w:val="00BD7498"/>
    <w:rsid w:val="00BD7E91"/>
    <w:rsid w:val="00BD7F0D"/>
    <w:rsid w:val="00BE3236"/>
    <w:rsid w:val="00BE49F4"/>
    <w:rsid w:val="00BF57D9"/>
    <w:rsid w:val="00C01E17"/>
    <w:rsid w:val="00C02D0A"/>
    <w:rsid w:val="00C03155"/>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4F6A"/>
    <w:rsid w:val="00C6198E"/>
    <w:rsid w:val="00C62E4B"/>
    <w:rsid w:val="00C708EA"/>
    <w:rsid w:val="00C73727"/>
    <w:rsid w:val="00C759F1"/>
    <w:rsid w:val="00C7649B"/>
    <w:rsid w:val="00C776E5"/>
    <w:rsid w:val="00C778A5"/>
    <w:rsid w:val="00C9515F"/>
    <w:rsid w:val="00C95162"/>
    <w:rsid w:val="00CA2B3A"/>
    <w:rsid w:val="00CA50B8"/>
    <w:rsid w:val="00CB3151"/>
    <w:rsid w:val="00CB6A37"/>
    <w:rsid w:val="00CB7684"/>
    <w:rsid w:val="00CC4380"/>
    <w:rsid w:val="00CC7C8F"/>
    <w:rsid w:val="00CD1FC4"/>
    <w:rsid w:val="00CD2B30"/>
    <w:rsid w:val="00CD2E13"/>
    <w:rsid w:val="00CE2A4F"/>
    <w:rsid w:val="00CE420A"/>
    <w:rsid w:val="00CE5F6A"/>
    <w:rsid w:val="00CF73A4"/>
    <w:rsid w:val="00CF78C2"/>
    <w:rsid w:val="00D019D7"/>
    <w:rsid w:val="00D034A0"/>
    <w:rsid w:val="00D0362E"/>
    <w:rsid w:val="00D03C1F"/>
    <w:rsid w:val="00D10A2D"/>
    <w:rsid w:val="00D139AC"/>
    <w:rsid w:val="00D16891"/>
    <w:rsid w:val="00D1696D"/>
    <w:rsid w:val="00D1751A"/>
    <w:rsid w:val="00D21061"/>
    <w:rsid w:val="00D245DF"/>
    <w:rsid w:val="00D25D67"/>
    <w:rsid w:val="00D26838"/>
    <w:rsid w:val="00D302E5"/>
    <w:rsid w:val="00D36C50"/>
    <w:rsid w:val="00D37B14"/>
    <w:rsid w:val="00D4108E"/>
    <w:rsid w:val="00D52BA7"/>
    <w:rsid w:val="00D57321"/>
    <w:rsid w:val="00D5757D"/>
    <w:rsid w:val="00D6163D"/>
    <w:rsid w:val="00D6259C"/>
    <w:rsid w:val="00D831A3"/>
    <w:rsid w:val="00D84986"/>
    <w:rsid w:val="00D91EA6"/>
    <w:rsid w:val="00D97BE3"/>
    <w:rsid w:val="00DA3711"/>
    <w:rsid w:val="00DA7205"/>
    <w:rsid w:val="00DB619A"/>
    <w:rsid w:val="00DC3174"/>
    <w:rsid w:val="00DD0C7C"/>
    <w:rsid w:val="00DD46F3"/>
    <w:rsid w:val="00DD63D8"/>
    <w:rsid w:val="00DD7A41"/>
    <w:rsid w:val="00DE51A5"/>
    <w:rsid w:val="00DE56F2"/>
    <w:rsid w:val="00DF0B72"/>
    <w:rsid w:val="00DF116D"/>
    <w:rsid w:val="00DF651A"/>
    <w:rsid w:val="00E01EA1"/>
    <w:rsid w:val="00E035F5"/>
    <w:rsid w:val="00E135E5"/>
    <w:rsid w:val="00E16FF7"/>
    <w:rsid w:val="00E20A91"/>
    <w:rsid w:val="00E22C30"/>
    <w:rsid w:val="00E23814"/>
    <w:rsid w:val="00E24F78"/>
    <w:rsid w:val="00E25595"/>
    <w:rsid w:val="00E26D68"/>
    <w:rsid w:val="00E30090"/>
    <w:rsid w:val="00E37347"/>
    <w:rsid w:val="00E437B0"/>
    <w:rsid w:val="00E44045"/>
    <w:rsid w:val="00E50858"/>
    <w:rsid w:val="00E60C4A"/>
    <w:rsid w:val="00E618C4"/>
    <w:rsid w:val="00E64245"/>
    <w:rsid w:val="00E7218A"/>
    <w:rsid w:val="00E8058C"/>
    <w:rsid w:val="00E878EE"/>
    <w:rsid w:val="00E948C0"/>
    <w:rsid w:val="00EA6EC7"/>
    <w:rsid w:val="00EA7F3A"/>
    <w:rsid w:val="00EB104F"/>
    <w:rsid w:val="00EB152B"/>
    <w:rsid w:val="00EB46E5"/>
    <w:rsid w:val="00EB4ECA"/>
    <w:rsid w:val="00EB5D4D"/>
    <w:rsid w:val="00EB6E2F"/>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7C8E"/>
    <w:rsid w:val="00F016C7"/>
    <w:rsid w:val="00F02AAB"/>
    <w:rsid w:val="00F0634D"/>
    <w:rsid w:val="00F124F6"/>
    <w:rsid w:val="00F12DEC"/>
    <w:rsid w:val="00F1715C"/>
    <w:rsid w:val="00F279D0"/>
    <w:rsid w:val="00F310F8"/>
    <w:rsid w:val="00F35939"/>
    <w:rsid w:val="00F45607"/>
    <w:rsid w:val="00F46000"/>
    <w:rsid w:val="00F46EA7"/>
    <w:rsid w:val="00F4722B"/>
    <w:rsid w:val="00F54432"/>
    <w:rsid w:val="00F55E93"/>
    <w:rsid w:val="00F569C6"/>
    <w:rsid w:val="00F6113F"/>
    <w:rsid w:val="00F61161"/>
    <w:rsid w:val="00F659EB"/>
    <w:rsid w:val="00F66F02"/>
    <w:rsid w:val="00F7046B"/>
    <w:rsid w:val="00F7192A"/>
    <w:rsid w:val="00F749F9"/>
    <w:rsid w:val="00F76F41"/>
    <w:rsid w:val="00F84A9B"/>
    <w:rsid w:val="00F86BA6"/>
    <w:rsid w:val="00F911D1"/>
    <w:rsid w:val="00F92F06"/>
    <w:rsid w:val="00F95A2C"/>
    <w:rsid w:val="00F966F7"/>
    <w:rsid w:val="00FA64F2"/>
    <w:rsid w:val="00FB6342"/>
    <w:rsid w:val="00FC280A"/>
    <w:rsid w:val="00FC6389"/>
    <w:rsid w:val="00FC661E"/>
    <w:rsid w:val="00FC7092"/>
    <w:rsid w:val="00FD2EA2"/>
    <w:rsid w:val="00FD39DE"/>
    <w:rsid w:val="00FD4743"/>
    <w:rsid w:val="00FD6982"/>
    <w:rsid w:val="00FE4333"/>
    <w:rsid w:val="00FE6AEC"/>
    <w:rsid w:val="00FF08AB"/>
    <w:rsid w:val="00FF13FD"/>
    <w:rsid w:val="00FF2A62"/>
    <w:rsid w:val="00FF49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A376CCA-4253-4EBE-9F46-64280191E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TotalTime>
  <Pages>34</Pages>
  <Words>14460</Words>
  <Characters>85316</Characters>
  <Application>Microsoft Office Word</Application>
  <DocSecurity>0</DocSecurity>
  <Lines>710</Lines>
  <Paragraphs>199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99577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3</cp:revision>
  <cp:lastPrinted>2019-03-07T14:42:00Z</cp:lastPrinted>
  <dcterms:created xsi:type="dcterms:W3CDTF">2022-06-08T07:58:00Z</dcterms:created>
  <dcterms:modified xsi:type="dcterms:W3CDTF">2022-06-08T08:01:00Z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